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8AAF4" w14:textId="77777777" w:rsidR="006E5D65" w:rsidRPr="00DC6216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DC6216">
        <w:rPr>
          <w:rFonts w:ascii="Times New Roman" w:hAnsi="Times New Roman"/>
          <w:b/>
          <w:bCs/>
        </w:rPr>
        <w:t xml:space="preserve">   </w:t>
      </w:r>
      <w:r w:rsidR="00CD6897" w:rsidRPr="00DC6216">
        <w:rPr>
          <w:rFonts w:ascii="Times New Roman" w:hAnsi="Times New Roman"/>
          <w:b/>
          <w:bCs/>
        </w:rPr>
        <w:tab/>
      </w:r>
      <w:r w:rsidR="00CD6897" w:rsidRPr="00DC6216">
        <w:rPr>
          <w:rFonts w:ascii="Times New Roman" w:hAnsi="Times New Roman"/>
          <w:b/>
          <w:bCs/>
        </w:rPr>
        <w:tab/>
      </w:r>
      <w:r w:rsidR="00CD6897" w:rsidRPr="00DC6216">
        <w:rPr>
          <w:rFonts w:ascii="Times New Roman" w:hAnsi="Times New Roman"/>
          <w:b/>
          <w:bCs/>
        </w:rPr>
        <w:tab/>
      </w:r>
      <w:r w:rsidR="00CD6897" w:rsidRPr="00DC6216">
        <w:rPr>
          <w:rFonts w:ascii="Times New Roman" w:hAnsi="Times New Roman"/>
          <w:b/>
          <w:bCs/>
        </w:rPr>
        <w:tab/>
      </w:r>
      <w:r w:rsidR="00CD6897" w:rsidRPr="00DC6216">
        <w:rPr>
          <w:rFonts w:ascii="Times New Roman" w:hAnsi="Times New Roman"/>
          <w:b/>
          <w:bCs/>
        </w:rPr>
        <w:tab/>
      </w:r>
      <w:r w:rsidR="00CD6897" w:rsidRPr="00DC6216">
        <w:rPr>
          <w:rFonts w:ascii="Times New Roman" w:hAnsi="Times New Roman"/>
          <w:b/>
          <w:bCs/>
        </w:rPr>
        <w:tab/>
      </w:r>
      <w:r w:rsidR="00D8678B" w:rsidRPr="00DC6216">
        <w:rPr>
          <w:rFonts w:ascii="Times New Roman" w:hAnsi="Times New Roman"/>
          <w:bCs/>
          <w:i/>
        </w:rPr>
        <w:t xml:space="preserve">Załącznik nr </w:t>
      </w:r>
      <w:r w:rsidR="006F31E2" w:rsidRPr="00DC6216">
        <w:rPr>
          <w:rFonts w:ascii="Times New Roman" w:hAnsi="Times New Roman"/>
          <w:bCs/>
          <w:i/>
        </w:rPr>
        <w:t>1.5</w:t>
      </w:r>
      <w:r w:rsidR="00D8678B" w:rsidRPr="00DC6216">
        <w:rPr>
          <w:rFonts w:ascii="Times New Roman" w:hAnsi="Times New Roman"/>
          <w:bCs/>
          <w:i/>
        </w:rPr>
        <w:t xml:space="preserve"> do Zarządzenia</w:t>
      </w:r>
      <w:r w:rsidR="002A22BF" w:rsidRPr="00DC6216">
        <w:rPr>
          <w:rFonts w:ascii="Times New Roman" w:hAnsi="Times New Roman"/>
          <w:bCs/>
          <w:i/>
        </w:rPr>
        <w:t xml:space="preserve"> Rektora UR </w:t>
      </w:r>
      <w:r w:rsidR="00CD6897" w:rsidRPr="00DC6216">
        <w:rPr>
          <w:rFonts w:ascii="Times New Roman" w:hAnsi="Times New Roman"/>
          <w:bCs/>
          <w:i/>
        </w:rPr>
        <w:t xml:space="preserve"> nr </w:t>
      </w:r>
      <w:r w:rsidR="00F17567" w:rsidRPr="00DC6216">
        <w:rPr>
          <w:rFonts w:ascii="Times New Roman" w:hAnsi="Times New Roman"/>
          <w:bCs/>
          <w:i/>
        </w:rPr>
        <w:t>12/2019</w:t>
      </w:r>
    </w:p>
    <w:p w14:paraId="4C033745" w14:textId="77777777" w:rsidR="0085747A" w:rsidRPr="00DC6216" w:rsidRDefault="0085747A" w:rsidP="009C54A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DC6216">
        <w:rPr>
          <w:rFonts w:ascii="Times New Roman" w:hAnsi="Times New Roman"/>
          <w:b/>
          <w:sz w:val="24"/>
        </w:rPr>
        <w:t>SYLABUS</w:t>
      </w:r>
    </w:p>
    <w:p w14:paraId="326C29BC" w14:textId="77777777" w:rsidR="0085747A" w:rsidRPr="00DC6216" w:rsidRDefault="0071620A" w:rsidP="00EA4832">
      <w:pPr>
        <w:spacing w:after="0" w:line="240" w:lineRule="exact"/>
        <w:jc w:val="center"/>
        <w:rPr>
          <w:rFonts w:ascii="Times New Roman" w:hAnsi="Times New Roman"/>
          <w:b/>
          <w:sz w:val="24"/>
        </w:rPr>
      </w:pPr>
      <w:r w:rsidRPr="00DC6216">
        <w:rPr>
          <w:rFonts w:ascii="Times New Roman" w:hAnsi="Times New Roman"/>
          <w:b/>
          <w:sz w:val="24"/>
        </w:rPr>
        <w:t>dotyczy cyklu kształcenia</w:t>
      </w:r>
      <w:r w:rsidR="0085747A" w:rsidRPr="00DC6216">
        <w:rPr>
          <w:rFonts w:ascii="Times New Roman" w:hAnsi="Times New Roman"/>
          <w:b/>
          <w:sz w:val="24"/>
        </w:rPr>
        <w:t xml:space="preserve"> </w:t>
      </w:r>
      <w:r w:rsidR="00DA4EBE" w:rsidRPr="00DC6216">
        <w:rPr>
          <w:rFonts w:ascii="Times New Roman" w:hAnsi="Times New Roman"/>
          <w:i/>
          <w:sz w:val="24"/>
        </w:rPr>
        <w:t>2019-2022</w:t>
      </w:r>
    </w:p>
    <w:p w14:paraId="7A89D8B3" w14:textId="7CF27F66" w:rsidR="0085747A" w:rsidRPr="00DC6216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DC6216">
        <w:rPr>
          <w:rFonts w:ascii="Times New Roman" w:hAnsi="Times New Roman"/>
          <w:i/>
        </w:rPr>
        <w:t xml:space="preserve">                                                                                                   </w:t>
      </w:r>
      <w:r w:rsidR="00DC6216">
        <w:rPr>
          <w:rFonts w:ascii="Times New Roman" w:hAnsi="Times New Roman"/>
          <w:i/>
        </w:rPr>
        <w:t xml:space="preserve">  </w:t>
      </w:r>
      <w:r w:rsidR="0085747A" w:rsidRPr="00DC6216">
        <w:rPr>
          <w:rFonts w:ascii="Times New Roman" w:hAnsi="Times New Roman"/>
          <w:i/>
          <w:sz w:val="20"/>
        </w:rPr>
        <w:t>(skrajne daty</w:t>
      </w:r>
      <w:r w:rsidR="0085747A" w:rsidRPr="00DC6216">
        <w:rPr>
          <w:rFonts w:ascii="Times New Roman" w:hAnsi="Times New Roman"/>
          <w:sz w:val="20"/>
        </w:rPr>
        <w:t>)</w:t>
      </w:r>
    </w:p>
    <w:p w14:paraId="36ACFDBA" w14:textId="77777777" w:rsidR="00DC6216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DC6216">
        <w:rPr>
          <w:rFonts w:ascii="Times New Roman" w:hAnsi="Times New Roman"/>
        </w:rPr>
        <w:tab/>
      </w:r>
      <w:r w:rsidRPr="00DC6216">
        <w:rPr>
          <w:rFonts w:ascii="Times New Roman" w:hAnsi="Times New Roman"/>
        </w:rPr>
        <w:tab/>
      </w:r>
      <w:r w:rsidRPr="00DC6216">
        <w:rPr>
          <w:rFonts w:ascii="Times New Roman" w:hAnsi="Times New Roman"/>
        </w:rPr>
        <w:tab/>
      </w:r>
      <w:r w:rsidRPr="00DC6216">
        <w:rPr>
          <w:rFonts w:ascii="Times New Roman" w:hAnsi="Times New Roman"/>
        </w:rPr>
        <w:tab/>
      </w:r>
    </w:p>
    <w:p w14:paraId="10B91A90" w14:textId="3F063128" w:rsidR="00D30042" w:rsidRPr="00D30042" w:rsidRDefault="00445970" w:rsidP="00DC6216">
      <w:pPr>
        <w:spacing w:after="0" w:line="240" w:lineRule="exact"/>
        <w:jc w:val="center"/>
        <w:rPr>
          <w:rFonts w:ascii="Times New Roman" w:hAnsi="Times New Roman"/>
          <w:b/>
        </w:rPr>
      </w:pPr>
      <w:r w:rsidRPr="00D30042">
        <w:rPr>
          <w:rFonts w:ascii="Times New Roman" w:hAnsi="Times New Roman"/>
          <w:b/>
        </w:rPr>
        <w:t xml:space="preserve">Rok akademicki </w:t>
      </w:r>
      <w:r w:rsidR="005875F5" w:rsidRPr="00D30042">
        <w:rPr>
          <w:rFonts w:ascii="Times New Roman" w:hAnsi="Times New Roman"/>
          <w:b/>
        </w:rPr>
        <w:t xml:space="preserve">2019/2020, </w:t>
      </w:r>
    </w:p>
    <w:p w14:paraId="154B4F34" w14:textId="5801D6B8" w:rsidR="00445970" w:rsidRPr="00D30042" w:rsidRDefault="00D30042" w:rsidP="00D30042">
      <w:pPr>
        <w:spacing w:after="0" w:line="240" w:lineRule="exact"/>
        <w:ind w:left="708"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="00DA4EBE" w:rsidRPr="00D30042">
        <w:rPr>
          <w:rFonts w:ascii="Times New Roman" w:hAnsi="Times New Roman"/>
          <w:b/>
        </w:rPr>
        <w:t>20</w:t>
      </w:r>
      <w:r w:rsidR="00394F58" w:rsidRPr="00D30042">
        <w:rPr>
          <w:rFonts w:ascii="Times New Roman" w:hAnsi="Times New Roman"/>
          <w:b/>
        </w:rPr>
        <w:t>20</w:t>
      </w:r>
      <w:r w:rsidR="00DA4EBE" w:rsidRPr="00D30042">
        <w:rPr>
          <w:rFonts w:ascii="Times New Roman" w:hAnsi="Times New Roman"/>
          <w:b/>
        </w:rPr>
        <w:t>/202</w:t>
      </w:r>
      <w:r w:rsidR="00394F58" w:rsidRPr="00D30042">
        <w:rPr>
          <w:rFonts w:ascii="Times New Roman" w:hAnsi="Times New Roman"/>
          <w:b/>
        </w:rPr>
        <w:t>1</w:t>
      </w:r>
    </w:p>
    <w:p w14:paraId="052A4141" w14:textId="77777777" w:rsidR="0085747A" w:rsidRPr="00DC6216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41161967" w14:textId="70575525" w:rsidR="0085747A" w:rsidRDefault="0085747A" w:rsidP="00DC6216">
      <w:pPr>
        <w:pStyle w:val="Punktygwne"/>
        <w:numPr>
          <w:ilvl w:val="0"/>
          <w:numId w:val="2"/>
        </w:numPr>
        <w:spacing w:before="0" w:after="0"/>
        <w:rPr>
          <w:smallCaps w:val="0"/>
          <w:sz w:val="22"/>
        </w:rPr>
      </w:pPr>
      <w:r w:rsidRPr="00DC6216">
        <w:rPr>
          <w:smallCaps w:val="0"/>
          <w:sz w:val="22"/>
        </w:rPr>
        <w:t xml:space="preserve">Podstawowe </w:t>
      </w:r>
      <w:r w:rsidR="00445970" w:rsidRPr="00DC6216">
        <w:rPr>
          <w:smallCaps w:val="0"/>
          <w:sz w:val="22"/>
        </w:rPr>
        <w:t>informacje o przedmiocie</w:t>
      </w:r>
    </w:p>
    <w:p w14:paraId="0C27DD09" w14:textId="77777777" w:rsidR="00DC6216" w:rsidRPr="00DC6216" w:rsidRDefault="00DC6216" w:rsidP="00DC6216">
      <w:pPr>
        <w:pStyle w:val="Punktygwne"/>
        <w:spacing w:before="0" w:after="0"/>
        <w:ind w:left="720"/>
        <w:rPr>
          <w:smallCaps w:val="0"/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C6216" w14:paraId="7995C8AA" w14:textId="77777777" w:rsidTr="00B819C8">
        <w:tc>
          <w:tcPr>
            <w:tcW w:w="2694" w:type="dxa"/>
            <w:vAlign w:val="center"/>
          </w:tcPr>
          <w:p w14:paraId="07D96681" w14:textId="77777777" w:rsidR="0085747A" w:rsidRPr="00DC62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3E0D6C" w14:textId="77777777" w:rsidR="0085747A" w:rsidRPr="00DC6216" w:rsidRDefault="00061F2F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DC6216">
              <w:rPr>
                <w:sz w:val="22"/>
              </w:rPr>
              <w:t>Pedagogika rodziny</w:t>
            </w:r>
          </w:p>
        </w:tc>
      </w:tr>
      <w:tr w:rsidR="0085747A" w:rsidRPr="00DC6216" w14:paraId="31A32F8F" w14:textId="77777777" w:rsidTr="00B819C8">
        <w:tc>
          <w:tcPr>
            <w:tcW w:w="2694" w:type="dxa"/>
            <w:vAlign w:val="center"/>
          </w:tcPr>
          <w:p w14:paraId="02401933" w14:textId="77777777" w:rsidR="0085747A" w:rsidRPr="00DC62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Kod przedmiotu</w:t>
            </w:r>
            <w:r w:rsidR="0085747A" w:rsidRPr="00DC6216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70135B51" w14:textId="335F4581" w:rsidR="0085747A" w:rsidRPr="00DC6216" w:rsidRDefault="00DC621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DC6216" w14:paraId="3A1C8EC2" w14:textId="77777777" w:rsidTr="00B819C8">
        <w:tc>
          <w:tcPr>
            <w:tcW w:w="2694" w:type="dxa"/>
            <w:vAlign w:val="center"/>
          </w:tcPr>
          <w:p w14:paraId="5C64588A" w14:textId="77777777" w:rsidR="0085747A" w:rsidRPr="00DC6216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nazwa</w:t>
            </w:r>
            <w:r w:rsidR="00C05F44" w:rsidRPr="00DC6216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A58CF0" w14:textId="1C581E8F" w:rsidR="0085747A" w:rsidRPr="00DC6216" w:rsidRDefault="00534BB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DC6216" w14:paraId="1C4082E6" w14:textId="77777777" w:rsidTr="00B819C8">
        <w:tc>
          <w:tcPr>
            <w:tcW w:w="2694" w:type="dxa"/>
            <w:vAlign w:val="center"/>
          </w:tcPr>
          <w:p w14:paraId="749D6B76" w14:textId="77777777" w:rsidR="0085747A" w:rsidRPr="00DC62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0768A" w14:textId="7E7BB72C" w:rsidR="0085747A" w:rsidRPr="00DC6216" w:rsidRDefault="00534BB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DC6216" w14:paraId="6465AFCE" w14:textId="77777777" w:rsidTr="00B819C8">
        <w:tc>
          <w:tcPr>
            <w:tcW w:w="2694" w:type="dxa"/>
            <w:vAlign w:val="center"/>
          </w:tcPr>
          <w:p w14:paraId="71EA6135" w14:textId="77777777" w:rsidR="0085747A" w:rsidRPr="00DC62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A01C2C" w14:textId="77777777" w:rsidR="0085747A" w:rsidRPr="00DC621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C6216">
              <w:rPr>
                <w:b w:val="0"/>
                <w:sz w:val="22"/>
              </w:rPr>
              <w:t>Nauki o rodzinie</w:t>
            </w:r>
          </w:p>
        </w:tc>
      </w:tr>
      <w:tr w:rsidR="0085747A" w:rsidRPr="00DC6216" w14:paraId="3FEA5963" w14:textId="77777777" w:rsidTr="00B819C8">
        <w:tc>
          <w:tcPr>
            <w:tcW w:w="2694" w:type="dxa"/>
            <w:vAlign w:val="center"/>
          </w:tcPr>
          <w:p w14:paraId="2C165A4A" w14:textId="77777777" w:rsidR="0085747A" w:rsidRPr="00DC621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92844C" w14:textId="77777777" w:rsidR="0085747A" w:rsidRPr="00DC621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C6216">
              <w:rPr>
                <w:b w:val="0"/>
                <w:sz w:val="22"/>
              </w:rPr>
              <w:t>I</w:t>
            </w:r>
          </w:p>
        </w:tc>
      </w:tr>
      <w:tr w:rsidR="0085747A" w:rsidRPr="00DC6216" w14:paraId="100E06ED" w14:textId="77777777" w:rsidTr="00B819C8">
        <w:tc>
          <w:tcPr>
            <w:tcW w:w="2694" w:type="dxa"/>
            <w:vAlign w:val="center"/>
          </w:tcPr>
          <w:p w14:paraId="1C73F585" w14:textId="77777777" w:rsidR="0085747A" w:rsidRPr="00DC62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279EBEE4" w14:textId="32161B8C" w:rsidR="0085747A" w:rsidRPr="00DC6216" w:rsidRDefault="0078662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C6216">
              <w:rPr>
                <w:b w:val="0"/>
                <w:sz w:val="22"/>
              </w:rPr>
              <w:t>P</w:t>
            </w:r>
            <w:r w:rsidR="00DA4EBE" w:rsidRPr="00DC6216">
              <w:rPr>
                <w:b w:val="0"/>
                <w:sz w:val="22"/>
              </w:rPr>
              <w:t>raktyczny</w:t>
            </w:r>
          </w:p>
        </w:tc>
      </w:tr>
      <w:tr w:rsidR="0085747A" w:rsidRPr="00DC6216" w14:paraId="48D25ECD" w14:textId="77777777" w:rsidTr="00B819C8">
        <w:tc>
          <w:tcPr>
            <w:tcW w:w="2694" w:type="dxa"/>
            <w:vAlign w:val="center"/>
          </w:tcPr>
          <w:p w14:paraId="052C5A43" w14:textId="77777777" w:rsidR="0085747A" w:rsidRPr="00DC62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8F7D9B" w14:textId="41BEAF0B" w:rsidR="0085747A" w:rsidRPr="00DC6216" w:rsidRDefault="0078662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C6216">
              <w:rPr>
                <w:b w:val="0"/>
                <w:sz w:val="22"/>
              </w:rPr>
              <w:t>S</w:t>
            </w:r>
            <w:r w:rsidR="00DA4EBE" w:rsidRPr="00DC6216">
              <w:rPr>
                <w:b w:val="0"/>
                <w:sz w:val="22"/>
              </w:rPr>
              <w:t>tacjonarne</w:t>
            </w:r>
          </w:p>
        </w:tc>
      </w:tr>
      <w:tr w:rsidR="0085747A" w:rsidRPr="00DC6216" w14:paraId="6AA67B38" w14:textId="77777777" w:rsidTr="00B819C8">
        <w:tc>
          <w:tcPr>
            <w:tcW w:w="2694" w:type="dxa"/>
            <w:vAlign w:val="center"/>
          </w:tcPr>
          <w:p w14:paraId="498BC0DA" w14:textId="77777777" w:rsidR="0085747A" w:rsidRPr="00DC62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Rok i semestr</w:t>
            </w:r>
            <w:r w:rsidR="0030395F" w:rsidRPr="00DC6216">
              <w:rPr>
                <w:sz w:val="22"/>
                <w:szCs w:val="22"/>
              </w:rPr>
              <w:t>/y</w:t>
            </w:r>
            <w:r w:rsidRPr="00DC6216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7257FF" w14:textId="77777777" w:rsidR="0085747A" w:rsidRPr="00DC6216" w:rsidRDefault="00636B9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C6216">
              <w:rPr>
                <w:b w:val="0"/>
                <w:sz w:val="22"/>
              </w:rPr>
              <w:t>Rok 1, 2, semestr 2, 3</w:t>
            </w:r>
          </w:p>
        </w:tc>
      </w:tr>
      <w:tr w:rsidR="0085747A" w:rsidRPr="00DC6216" w14:paraId="62FA2266" w14:textId="77777777" w:rsidTr="00B819C8">
        <w:tc>
          <w:tcPr>
            <w:tcW w:w="2694" w:type="dxa"/>
            <w:vAlign w:val="center"/>
          </w:tcPr>
          <w:p w14:paraId="0FD20C48" w14:textId="77777777" w:rsidR="0085747A" w:rsidRPr="00DC62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DE014" w14:textId="77777777" w:rsidR="0085747A" w:rsidRPr="00DC621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C6216">
              <w:rPr>
                <w:b w:val="0"/>
                <w:sz w:val="22"/>
              </w:rPr>
              <w:t>Przedmioty</w:t>
            </w:r>
            <w:r w:rsidR="00CA773C" w:rsidRPr="00DC6216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DC6216" w14:paraId="2F9B83B1" w14:textId="77777777" w:rsidTr="00B819C8">
        <w:tc>
          <w:tcPr>
            <w:tcW w:w="2694" w:type="dxa"/>
            <w:vAlign w:val="center"/>
          </w:tcPr>
          <w:p w14:paraId="310699AB" w14:textId="77777777" w:rsidR="00923D7D" w:rsidRPr="00DC621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41FD33" w14:textId="0B1BE59A" w:rsidR="00923D7D" w:rsidRPr="00DC6216" w:rsidRDefault="0078662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C6216">
              <w:rPr>
                <w:b w:val="0"/>
                <w:sz w:val="22"/>
              </w:rPr>
              <w:t>P</w:t>
            </w:r>
            <w:r w:rsidR="00DA4EBE" w:rsidRPr="00DC6216">
              <w:rPr>
                <w:b w:val="0"/>
                <w:sz w:val="22"/>
              </w:rPr>
              <w:t>olski</w:t>
            </w:r>
          </w:p>
        </w:tc>
      </w:tr>
      <w:tr w:rsidR="0085747A" w:rsidRPr="00DC6216" w14:paraId="26201D29" w14:textId="77777777" w:rsidTr="00B819C8">
        <w:tc>
          <w:tcPr>
            <w:tcW w:w="2694" w:type="dxa"/>
            <w:vAlign w:val="center"/>
          </w:tcPr>
          <w:p w14:paraId="7C17E1EF" w14:textId="77777777" w:rsidR="0085747A" w:rsidRPr="00DC62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3765A" w14:textId="779E5152" w:rsidR="0085747A" w:rsidRPr="00DC6216" w:rsidRDefault="00434BA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C6216">
              <w:rPr>
                <w:b w:val="0"/>
                <w:sz w:val="22"/>
              </w:rPr>
              <w:t>D</w:t>
            </w:r>
            <w:r w:rsidR="005C41E3" w:rsidRPr="00DC6216">
              <w:rPr>
                <w:b w:val="0"/>
                <w:sz w:val="22"/>
              </w:rPr>
              <w:t xml:space="preserve">r </w:t>
            </w:r>
            <w:r w:rsidR="00864F2B" w:rsidRPr="00DC6216">
              <w:rPr>
                <w:b w:val="0"/>
                <w:sz w:val="22"/>
              </w:rPr>
              <w:t>Bernadeta Botwina</w:t>
            </w:r>
          </w:p>
        </w:tc>
      </w:tr>
      <w:tr w:rsidR="0085747A" w:rsidRPr="00DC6216" w14:paraId="71C28B03" w14:textId="77777777" w:rsidTr="00B819C8">
        <w:tc>
          <w:tcPr>
            <w:tcW w:w="2694" w:type="dxa"/>
            <w:vAlign w:val="center"/>
          </w:tcPr>
          <w:p w14:paraId="390B65CB" w14:textId="77777777" w:rsidR="0085747A" w:rsidRPr="00DC62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4CE38F" w14:textId="38EB51E4" w:rsidR="0085747A" w:rsidRPr="00DC6216" w:rsidRDefault="008235B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C6216">
              <w:rPr>
                <w:b w:val="0"/>
                <w:sz w:val="22"/>
              </w:rPr>
              <w:t>Dr Bernadeta Botwina</w:t>
            </w:r>
          </w:p>
        </w:tc>
      </w:tr>
    </w:tbl>
    <w:p w14:paraId="4F5BD66B" w14:textId="77777777" w:rsidR="0085747A" w:rsidRPr="00DC6216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DC6216">
        <w:rPr>
          <w:szCs w:val="22"/>
        </w:rPr>
        <w:t xml:space="preserve">* </w:t>
      </w:r>
      <w:r w:rsidRPr="00DC6216">
        <w:rPr>
          <w:i/>
          <w:szCs w:val="22"/>
        </w:rPr>
        <w:t>-</w:t>
      </w:r>
      <w:r w:rsidR="00B90885" w:rsidRPr="00DC6216">
        <w:rPr>
          <w:b w:val="0"/>
          <w:i/>
          <w:szCs w:val="22"/>
        </w:rPr>
        <w:t>opcjonalni</w:t>
      </w:r>
      <w:r w:rsidR="00B90885" w:rsidRPr="00DC6216">
        <w:rPr>
          <w:b w:val="0"/>
          <w:szCs w:val="22"/>
        </w:rPr>
        <w:t>e,</w:t>
      </w:r>
      <w:r w:rsidRPr="00DC6216">
        <w:rPr>
          <w:i/>
          <w:szCs w:val="22"/>
        </w:rPr>
        <w:t xml:space="preserve"> </w:t>
      </w:r>
      <w:r w:rsidRPr="00DC6216">
        <w:rPr>
          <w:b w:val="0"/>
          <w:i/>
          <w:szCs w:val="22"/>
        </w:rPr>
        <w:t xml:space="preserve">zgodnie z ustaleniami </w:t>
      </w:r>
      <w:r w:rsidR="00B90885" w:rsidRPr="00DC6216">
        <w:rPr>
          <w:b w:val="0"/>
          <w:i/>
          <w:szCs w:val="22"/>
        </w:rPr>
        <w:t>w Jednostce</w:t>
      </w:r>
    </w:p>
    <w:p w14:paraId="113DA91B" w14:textId="77777777" w:rsidR="00923D7D" w:rsidRPr="00DC6216" w:rsidRDefault="00923D7D" w:rsidP="009C54AE">
      <w:pPr>
        <w:pStyle w:val="Podpunkty"/>
        <w:ind w:left="0"/>
        <w:rPr>
          <w:szCs w:val="22"/>
        </w:rPr>
      </w:pPr>
    </w:p>
    <w:p w14:paraId="058D294F" w14:textId="77777777" w:rsidR="0085747A" w:rsidRPr="00DC6216" w:rsidRDefault="0085747A" w:rsidP="009C54AE">
      <w:pPr>
        <w:pStyle w:val="Podpunkty"/>
        <w:ind w:left="284"/>
        <w:rPr>
          <w:szCs w:val="22"/>
        </w:rPr>
      </w:pPr>
      <w:r w:rsidRPr="00DC6216">
        <w:rPr>
          <w:szCs w:val="22"/>
        </w:rPr>
        <w:t>1.</w:t>
      </w:r>
      <w:r w:rsidR="00E22FBC" w:rsidRPr="00DC6216">
        <w:rPr>
          <w:szCs w:val="22"/>
        </w:rPr>
        <w:t>1</w:t>
      </w:r>
      <w:r w:rsidRPr="00DC6216">
        <w:rPr>
          <w:szCs w:val="22"/>
        </w:rPr>
        <w:t xml:space="preserve">.Formy zajęć dydaktycznych, wymiar godzin i punktów ECTS </w:t>
      </w:r>
    </w:p>
    <w:p w14:paraId="13766D88" w14:textId="77777777" w:rsidR="00923D7D" w:rsidRPr="00DC6216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DC6216" w14:paraId="1149DE12" w14:textId="77777777" w:rsidTr="00DC621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A5DD" w14:textId="77777777" w:rsidR="00015B8F" w:rsidRPr="00DC6216" w:rsidRDefault="00015B8F" w:rsidP="00DC62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C6216">
              <w:rPr>
                <w:sz w:val="22"/>
              </w:rPr>
              <w:t>Semestr</w:t>
            </w:r>
          </w:p>
          <w:p w14:paraId="676BF69C" w14:textId="77777777" w:rsidR="00015B8F" w:rsidRPr="00DC6216" w:rsidRDefault="002B5EA0" w:rsidP="00DC62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C6216">
              <w:rPr>
                <w:sz w:val="22"/>
              </w:rPr>
              <w:t>(</w:t>
            </w:r>
            <w:r w:rsidR="00363F78" w:rsidRPr="00DC6216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AB05" w14:textId="77777777" w:rsidR="00015B8F" w:rsidRPr="00DC6216" w:rsidRDefault="00015B8F" w:rsidP="00DC62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DC6216">
              <w:rPr>
                <w:sz w:val="22"/>
              </w:rPr>
              <w:t>Wykł</w:t>
            </w:r>
            <w:proofErr w:type="spellEnd"/>
            <w:r w:rsidRPr="00DC6216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AB51" w14:textId="77777777" w:rsidR="00015B8F" w:rsidRPr="00DC6216" w:rsidRDefault="00015B8F" w:rsidP="00DC62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C6216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2DBA" w14:textId="77777777" w:rsidR="00015B8F" w:rsidRPr="00DC6216" w:rsidRDefault="00015B8F" w:rsidP="00DC62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DC6216">
              <w:rPr>
                <w:sz w:val="22"/>
              </w:rPr>
              <w:t>Konw</w:t>
            </w:r>
            <w:proofErr w:type="spellEnd"/>
            <w:r w:rsidRPr="00DC6216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F03E" w14:textId="77777777" w:rsidR="00015B8F" w:rsidRPr="00DC6216" w:rsidRDefault="00015B8F" w:rsidP="00DC62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C6216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52CA" w14:textId="77777777" w:rsidR="00015B8F" w:rsidRPr="00DC6216" w:rsidRDefault="00015B8F" w:rsidP="00DC62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DC6216">
              <w:rPr>
                <w:sz w:val="22"/>
              </w:rPr>
              <w:t>Sem</w:t>
            </w:r>
            <w:proofErr w:type="spellEnd"/>
            <w:r w:rsidRPr="00DC6216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E82D" w14:textId="77777777" w:rsidR="00015B8F" w:rsidRPr="00DC6216" w:rsidRDefault="00015B8F" w:rsidP="00DC62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C6216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0C331" w14:textId="77777777" w:rsidR="00015B8F" w:rsidRPr="00DC6216" w:rsidRDefault="00015B8F" w:rsidP="00DC62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DC6216">
              <w:rPr>
                <w:sz w:val="22"/>
              </w:rPr>
              <w:t>Prakt</w:t>
            </w:r>
            <w:proofErr w:type="spellEnd"/>
            <w:r w:rsidRPr="00DC6216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F529" w14:textId="77777777" w:rsidR="00015B8F" w:rsidRPr="00DC6216" w:rsidRDefault="00015B8F" w:rsidP="00DC62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C6216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EEDF" w14:textId="77777777" w:rsidR="00015B8F" w:rsidRPr="00DC6216" w:rsidRDefault="00015B8F" w:rsidP="00DC6216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DC6216">
              <w:rPr>
                <w:b/>
                <w:sz w:val="22"/>
              </w:rPr>
              <w:t>Liczba pkt</w:t>
            </w:r>
            <w:r w:rsidR="00B90885" w:rsidRPr="00DC6216">
              <w:rPr>
                <w:b/>
                <w:sz w:val="22"/>
              </w:rPr>
              <w:t>.</w:t>
            </w:r>
            <w:r w:rsidRPr="00DC6216">
              <w:rPr>
                <w:b/>
                <w:sz w:val="22"/>
              </w:rPr>
              <w:t xml:space="preserve"> ECTS</w:t>
            </w:r>
          </w:p>
        </w:tc>
      </w:tr>
      <w:tr w:rsidR="00015B8F" w:rsidRPr="00DC6216" w14:paraId="100AD3EF" w14:textId="77777777" w:rsidTr="00DC62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1228" w14:textId="77777777" w:rsidR="00015B8F" w:rsidRPr="00DC6216" w:rsidRDefault="00636B95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7C84" w14:textId="77777777" w:rsidR="00015B8F" w:rsidRPr="00DC6216" w:rsidRDefault="00636B95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DB0C" w14:textId="77777777" w:rsidR="00015B8F" w:rsidRPr="00DC6216" w:rsidRDefault="00636B95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4861" w14:textId="77777777" w:rsidR="00015B8F" w:rsidRPr="00DC6216" w:rsidRDefault="00015B8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962A" w14:textId="77777777" w:rsidR="00015B8F" w:rsidRPr="00DC6216" w:rsidRDefault="00015B8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BCCC" w14:textId="77777777" w:rsidR="00015B8F" w:rsidRPr="00DC6216" w:rsidRDefault="00015B8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BB66" w14:textId="77777777" w:rsidR="00015B8F" w:rsidRPr="00DC6216" w:rsidRDefault="00015B8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F0FF" w14:textId="77777777" w:rsidR="00015B8F" w:rsidRPr="00DC6216" w:rsidRDefault="00015B8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B68A3" w14:textId="77777777" w:rsidR="00015B8F" w:rsidRPr="00DC6216" w:rsidRDefault="00015B8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14C0" w14:textId="77777777" w:rsidR="00015B8F" w:rsidRPr="00DC6216" w:rsidRDefault="00636B95" w:rsidP="00DC6216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DC6216">
              <w:rPr>
                <w:b/>
                <w:sz w:val="22"/>
                <w:szCs w:val="22"/>
              </w:rPr>
              <w:t>3</w:t>
            </w:r>
          </w:p>
        </w:tc>
      </w:tr>
      <w:tr w:rsidR="0030395F" w:rsidRPr="00DC6216" w14:paraId="09D2D9DF" w14:textId="77777777" w:rsidTr="00DC62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248F" w14:textId="77777777" w:rsidR="0030395F" w:rsidRPr="00DC6216" w:rsidRDefault="00636B95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4649" w14:textId="77777777" w:rsidR="0030395F" w:rsidRPr="00DC6216" w:rsidRDefault="00636B95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2B2C" w14:textId="77777777" w:rsidR="0030395F" w:rsidRPr="00DC6216" w:rsidRDefault="00636B95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09DC" w14:textId="77777777" w:rsidR="0030395F" w:rsidRPr="00DC6216" w:rsidRDefault="0030395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EC5B" w14:textId="77777777" w:rsidR="0030395F" w:rsidRPr="00DC6216" w:rsidRDefault="0030395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11B6" w14:textId="77777777" w:rsidR="0030395F" w:rsidRPr="00DC6216" w:rsidRDefault="0030395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44DD" w14:textId="77777777" w:rsidR="0030395F" w:rsidRPr="00DC6216" w:rsidRDefault="0030395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B2A5" w14:textId="77777777" w:rsidR="0030395F" w:rsidRPr="00DC6216" w:rsidRDefault="0030395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E0C" w14:textId="77777777" w:rsidR="0030395F" w:rsidRPr="00DC6216" w:rsidRDefault="0030395F" w:rsidP="00DC62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4E7C" w14:textId="77777777" w:rsidR="0030395F" w:rsidRPr="00DC6216" w:rsidRDefault="00636B95" w:rsidP="00DC6216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DC6216">
              <w:rPr>
                <w:b/>
                <w:sz w:val="22"/>
                <w:szCs w:val="22"/>
              </w:rPr>
              <w:t>2</w:t>
            </w:r>
          </w:p>
        </w:tc>
      </w:tr>
    </w:tbl>
    <w:p w14:paraId="78FCE5EC" w14:textId="77777777" w:rsidR="00923D7D" w:rsidRPr="00DC6216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14:paraId="190D8B7E" w14:textId="77777777" w:rsidR="00923D7D" w:rsidRPr="00DC6216" w:rsidRDefault="00923D7D" w:rsidP="009C54AE">
      <w:pPr>
        <w:pStyle w:val="Podpunkty"/>
        <w:rPr>
          <w:b w:val="0"/>
          <w:szCs w:val="22"/>
          <w:lang w:eastAsia="en-US"/>
        </w:rPr>
      </w:pPr>
    </w:p>
    <w:p w14:paraId="37AD24E2" w14:textId="77777777" w:rsidR="0085747A" w:rsidRPr="00DC621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DC6216">
        <w:rPr>
          <w:smallCaps w:val="0"/>
          <w:sz w:val="22"/>
        </w:rPr>
        <w:t>1.</w:t>
      </w:r>
      <w:r w:rsidR="00E22FBC" w:rsidRPr="00DC6216">
        <w:rPr>
          <w:smallCaps w:val="0"/>
          <w:sz w:val="22"/>
        </w:rPr>
        <w:t>2</w:t>
      </w:r>
      <w:r w:rsidR="00F83B28" w:rsidRPr="00DC6216">
        <w:rPr>
          <w:smallCaps w:val="0"/>
          <w:sz w:val="22"/>
        </w:rPr>
        <w:t>.</w:t>
      </w:r>
      <w:r w:rsidR="00F83B28" w:rsidRPr="00DC6216">
        <w:rPr>
          <w:smallCaps w:val="0"/>
          <w:sz w:val="22"/>
        </w:rPr>
        <w:tab/>
      </w:r>
      <w:r w:rsidRPr="00DC6216">
        <w:rPr>
          <w:smallCaps w:val="0"/>
          <w:sz w:val="22"/>
        </w:rPr>
        <w:t xml:space="preserve">Sposób realizacji zajęć  </w:t>
      </w:r>
    </w:p>
    <w:p w14:paraId="784E8DE7" w14:textId="77777777" w:rsidR="00DC6216" w:rsidRDefault="00DC6216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mallCaps w:val="0"/>
          <w:sz w:val="22"/>
          <w:u w:val="single"/>
        </w:rPr>
      </w:pPr>
    </w:p>
    <w:p w14:paraId="086CD037" w14:textId="6565A3FF" w:rsidR="0085747A" w:rsidRPr="00DC6216" w:rsidRDefault="00DC6216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DC6216">
        <w:rPr>
          <w:rFonts w:eastAsia="MS Gothic"/>
          <w:b w:val="0"/>
          <w:smallCaps w:val="0"/>
          <w:sz w:val="22"/>
          <w:u w:val="single"/>
        </w:rPr>
        <w:t xml:space="preserve">x </w:t>
      </w:r>
      <w:r w:rsidR="0085747A" w:rsidRPr="00DC6216">
        <w:rPr>
          <w:b w:val="0"/>
          <w:smallCaps w:val="0"/>
          <w:sz w:val="22"/>
          <w:u w:val="single"/>
        </w:rPr>
        <w:t xml:space="preserve"> zajęcia w formie tradycyjnej </w:t>
      </w:r>
    </w:p>
    <w:p w14:paraId="517C86DA" w14:textId="77777777" w:rsidR="0085747A" w:rsidRPr="00DC6216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DC6216">
        <w:rPr>
          <w:rFonts w:ascii="Segoe UI Symbol" w:eastAsia="MS Gothic" w:hAnsi="Segoe UI Symbol" w:cs="Segoe UI Symbol"/>
          <w:b w:val="0"/>
          <w:smallCaps w:val="0"/>
          <w:sz w:val="22"/>
        </w:rPr>
        <w:t>☐</w:t>
      </w:r>
      <w:r w:rsidRPr="00DC6216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314E2DDE" w14:textId="77777777" w:rsidR="0085747A" w:rsidRPr="00DC6216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1F425ADE" w14:textId="77777777" w:rsidR="00E22FBC" w:rsidRPr="00DC621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DC6216">
        <w:rPr>
          <w:smallCaps w:val="0"/>
          <w:sz w:val="22"/>
        </w:rPr>
        <w:t xml:space="preserve">1.3 </w:t>
      </w:r>
      <w:r w:rsidR="00F83B28" w:rsidRPr="00DC6216">
        <w:rPr>
          <w:smallCaps w:val="0"/>
          <w:sz w:val="22"/>
        </w:rPr>
        <w:tab/>
      </w:r>
      <w:r w:rsidRPr="00DC6216">
        <w:rPr>
          <w:smallCaps w:val="0"/>
          <w:sz w:val="22"/>
        </w:rPr>
        <w:t>For</w:t>
      </w:r>
      <w:r w:rsidR="00445970" w:rsidRPr="00DC6216">
        <w:rPr>
          <w:smallCaps w:val="0"/>
          <w:sz w:val="22"/>
        </w:rPr>
        <w:t xml:space="preserve">ma zaliczenia przedmiotu </w:t>
      </w:r>
      <w:r w:rsidRPr="00DC6216">
        <w:rPr>
          <w:smallCaps w:val="0"/>
          <w:sz w:val="22"/>
        </w:rPr>
        <w:t xml:space="preserve"> (z toku) </w:t>
      </w:r>
      <w:r w:rsidRPr="00DC6216">
        <w:rPr>
          <w:b w:val="0"/>
          <w:smallCaps w:val="0"/>
          <w:sz w:val="22"/>
        </w:rPr>
        <w:t>(egzamin, zaliczenie z oceną, zaliczenie bez oceny)</w:t>
      </w:r>
    </w:p>
    <w:p w14:paraId="56E4A5D3" w14:textId="77777777" w:rsidR="00DC6216" w:rsidRDefault="00DC6216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4FA4B97C" w14:textId="0751598A" w:rsidR="009C54AE" w:rsidRPr="00DC6216" w:rsidRDefault="00636B95" w:rsidP="00DC6216">
      <w:pPr>
        <w:pStyle w:val="Punktygwne"/>
        <w:spacing w:before="0" w:after="0"/>
        <w:ind w:firstLine="708"/>
        <w:rPr>
          <w:b w:val="0"/>
          <w:smallCaps w:val="0"/>
          <w:sz w:val="22"/>
        </w:rPr>
      </w:pPr>
      <w:r w:rsidRPr="00DC6216">
        <w:rPr>
          <w:b w:val="0"/>
          <w:smallCaps w:val="0"/>
          <w:sz w:val="22"/>
        </w:rPr>
        <w:t>egzamin, praca projektowa</w:t>
      </w:r>
    </w:p>
    <w:p w14:paraId="7D6CA4C8" w14:textId="77777777" w:rsidR="00E960BB" w:rsidRPr="00DC6216" w:rsidRDefault="00E960BB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0D8C3E09" w14:textId="26CD4209" w:rsidR="004C2B7A" w:rsidRPr="00DC6216" w:rsidRDefault="00786620" w:rsidP="00DC6216">
      <w:pPr>
        <w:pStyle w:val="Punktygwne"/>
        <w:spacing w:before="0" w:after="0"/>
        <w:ind w:firstLine="708"/>
        <w:rPr>
          <w:b w:val="0"/>
          <w:bCs/>
          <w:smallCaps w:val="0"/>
          <w:sz w:val="22"/>
        </w:rPr>
      </w:pPr>
      <w:r w:rsidRPr="00DC6216">
        <w:rPr>
          <w:b w:val="0"/>
          <w:bCs/>
          <w:smallCaps w:val="0"/>
          <w:sz w:val="22"/>
        </w:rPr>
        <w:t xml:space="preserve">ćwiczenia: </w:t>
      </w:r>
      <w:r w:rsidR="004C2B7A" w:rsidRPr="00DC6216">
        <w:rPr>
          <w:b w:val="0"/>
          <w:bCs/>
          <w:smallCaps w:val="0"/>
          <w:sz w:val="22"/>
        </w:rPr>
        <w:t>Zaliczenie z oceną</w:t>
      </w:r>
    </w:p>
    <w:p w14:paraId="5794BD47" w14:textId="62676C28" w:rsidR="004C2B7A" w:rsidRPr="00DC6216" w:rsidRDefault="00786620" w:rsidP="00DC6216">
      <w:pPr>
        <w:pStyle w:val="Punktygwne"/>
        <w:spacing w:before="0" w:after="0"/>
        <w:ind w:firstLine="708"/>
        <w:rPr>
          <w:b w:val="0"/>
          <w:bCs/>
          <w:smallCaps w:val="0"/>
          <w:sz w:val="22"/>
        </w:rPr>
      </w:pPr>
      <w:r w:rsidRPr="00DC6216">
        <w:rPr>
          <w:b w:val="0"/>
          <w:bCs/>
          <w:smallCaps w:val="0"/>
          <w:sz w:val="22"/>
        </w:rPr>
        <w:t xml:space="preserve">wykład: </w:t>
      </w:r>
      <w:r w:rsidR="004C2B7A" w:rsidRPr="00DC6216">
        <w:rPr>
          <w:b w:val="0"/>
          <w:bCs/>
          <w:smallCaps w:val="0"/>
          <w:sz w:val="22"/>
        </w:rPr>
        <w:t>Egzamin pisemny</w:t>
      </w:r>
    </w:p>
    <w:p w14:paraId="737B803B" w14:textId="77777777" w:rsidR="004C2B7A" w:rsidRPr="00DC6216" w:rsidRDefault="004C2B7A" w:rsidP="009C54AE">
      <w:pPr>
        <w:pStyle w:val="Punktygwne"/>
        <w:spacing w:before="0" w:after="0"/>
        <w:rPr>
          <w:b w:val="0"/>
          <w:bCs/>
          <w:smallCaps w:val="0"/>
          <w:sz w:val="22"/>
        </w:rPr>
      </w:pPr>
    </w:p>
    <w:p w14:paraId="7CEA0975" w14:textId="370071DA" w:rsidR="004C2B7A" w:rsidRPr="00DC6216" w:rsidRDefault="00DC6216" w:rsidP="009C54AE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</w:p>
    <w:p w14:paraId="4BFA8B96" w14:textId="271C7F3B" w:rsidR="00E960BB" w:rsidRDefault="004C2B7A" w:rsidP="009C54AE">
      <w:pPr>
        <w:pStyle w:val="Punktygwne"/>
        <w:spacing w:before="0" w:after="0"/>
        <w:rPr>
          <w:smallCaps w:val="0"/>
          <w:sz w:val="22"/>
        </w:rPr>
      </w:pPr>
      <w:r w:rsidRPr="00DC6216">
        <w:rPr>
          <w:smallCaps w:val="0"/>
          <w:sz w:val="22"/>
        </w:rPr>
        <w:t>2</w:t>
      </w:r>
      <w:r w:rsidR="0085747A" w:rsidRPr="00DC6216">
        <w:rPr>
          <w:smallCaps w:val="0"/>
          <w:sz w:val="22"/>
        </w:rPr>
        <w:t xml:space="preserve">.Wymagania wstępne </w:t>
      </w:r>
    </w:p>
    <w:p w14:paraId="0B49B568" w14:textId="77777777" w:rsidR="00DC6216" w:rsidRPr="00DC6216" w:rsidRDefault="00DC6216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216" w14:paraId="1DED5C3C" w14:textId="77777777" w:rsidTr="00DC6216">
        <w:tc>
          <w:tcPr>
            <w:tcW w:w="9520" w:type="dxa"/>
          </w:tcPr>
          <w:p w14:paraId="09084936" w14:textId="37EC2805" w:rsidR="0085747A" w:rsidRPr="00DC6216" w:rsidRDefault="00CD292D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DC6216">
              <w:rPr>
                <w:b w:val="0"/>
                <w:smallCaps w:val="0"/>
                <w:color w:val="000000"/>
                <w:sz w:val="22"/>
              </w:rPr>
              <w:t>Zaliczenie z przedmiot</w:t>
            </w:r>
            <w:r w:rsidR="004C2B7A" w:rsidRPr="00DC6216">
              <w:rPr>
                <w:b w:val="0"/>
                <w:smallCaps w:val="0"/>
                <w:color w:val="000000"/>
                <w:sz w:val="22"/>
              </w:rPr>
              <w:t>u „Wprowadzenie do pedagogiki”, znajomość specyfiki i funkcjonowania podstawowych środowisk wychowawczych</w:t>
            </w:r>
          </w:p>
        </w:tc>
      </w:tr>
    </w:tbl>
    <w:p w14:paraId="35F82571" w14:textId="77777777" w:rsidR="00153C41" w:rsidRPr="00DC6216" w:rsidRDefault="00153C41" w:rsidP="009C54AE">
      <w:pPr>
        <w:pStyle w:val="Punktygwne"/>
        <w:spacing w:before="0" w:after="0"/>
        <w:rPr>
          <w:smallCaps w:val="0"/>
          <w:sz w:val="22"/>
        </w:rPr>
      </w:pPr>
    </w:p>
    <w:p w14:paraId="0BC12A02" w14:textId="20104A34" w:rsidR="0085747A" w:rsidRPr="00DC6216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DC6216">
        <w:rPr>
          <w:smallCaps w:val="0"/>
          <w:sz w:val="22"/>
        </w:rPr>
        <w:t>3.</w:t>
      </w:r>
      <w:r w:rsidR="0085747A" w:rsidRPr="00DC6216">
        <w:rPr>
          <w:smallCaps w:val="0"/>
          <w:sz w:val="22"/>
        </w:rPr>
        <w:t xml:space="preserve"> </w:t>
      </w:r>
      <w:r w:rsidR="00DC6216">
        <w:rPr>
          <w:smallCaps w:val="0"/>
          <w:sz w:val="22"/>
        </w:rPr>
        <w:t>C</w:t>
      </w:r>
      <w:r w:rsidR="00A84C85" w:rsidRPr="00DC6216">
        <w:rPr>
          <w:smallCaps w:val="0"/>
          <w:sz w:val="22"/>
        </w:rPr>
        <w:t>ele, efekty uczenia się</w:t>
      </w:r>
      <w:r w:rsidR="0085747A" w:rsidRPr="00DC6216">
        <w:rPr>
          <w:smallCaps w:val="0"/>
          <w:sz w:val="22"/>
        </w:rPr>
        <w:t xml:space="preserve"> , treści </w:t>
      </w:r>
      <w:r w:rsidR="00DC6216">
        <w:rPr>
          <w:smallCaps w:val="0"/>
          <w:sz w:val="22"/>
        </w:rPr>
        <w:t>p</w:t>
      </w:r>
      <w:r w:rsidR="0085747A" w:rsidRPr="00DC6216">
        <w:rPr>
          <w:smallCaps w:val="0"/>
          <w:sz w:val="22"/>
        </w:rPr>
        <w:t xml:space="preserve">rogramowe i stosowane metody </w:t>
      </w:r>
      <w:r w:rsidR="00DC6216">
        <w:rPr>
          <w:smallCaps w:val="0"/>
          <w:sz w:val="22"/>
        </w:rPr>
        <w:t>d</w:t>
      </w:r>
      <w:r w:rsidR="0085747A" w:rsidRPr="00DC6216">
        <w:rPr>
          <w:smallCaps w:val="0"/>
          <w:sz w:val="22"/>
        </w:rPr>
        <w:t>ydaktyczne</w:t>
      </w:r>
    </w:p>
    <w:p w14:paraId="0C754CEC" w14:textId="77777777" w:rsidR="0085747A" w:rsidRPr="00DC6216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0B14A413" w14:textId="77777777" w:rsidR="0085747A" w:rsidRPr="00DC6216" w:rsidRDefault="0071620A" w:rsidP="009C54AE">
      <w:pPr>
        <w:pStyle w:val="Podpunkty"/>
        <w:rPr>
          <w:szCs w:val="22"/>
        </w:rPr>
      </w:pPr>
      <w:r w:rsidRPr="00DC6216">
        <w:rPr>
          <w:szCs w:val="22"/>
        </w:rPr>
        <w:t xml:space="preserve">3.1 </w:t>
      </w:r>
      <w:r w:rsidR="00C05F44" w:rsidRPr="00DC6216">
        <w:rPr>
          <w:szCs w:val="22"/>
        </w:rPr>
        <w:t>Cele przedmiotu</w:t>
      </w:r>
    </w:p>
    <w:p w14:paraId="31E71211" w14:textId="77777777" w:rsidR="00F83B28" w:rsidRPr="00DC6216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C6216" w14:paraId="26FFCEC5" w14:textId="77777777" w:rsidTr="00DC6216">
        <w:tc>
          <w:tcPr>
            <w:tcW w:w="843" w:type="dxa"/>
            <w:vAlign w:val="center"/>
          </w:tcPr>
          <w:p w14:paraId="08ACF39D" w14:textId="77777777" w:rsidR="0085747A" w:rsidRPr="00DC6216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C6216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20D2355" w14:textId="77777777" w:rsidR="00A72A0A" w:rsidRPr="00DC6216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Przybliżyć wiedzę o obiektywnych i subiektywnych aspektach rodziny,</w:t>
            </w:r>
          </w:p>
          <w:p w14:paraId="0D115C42" w14:textId="77777777" w:rsidR="00A72A0A" w:rsidRPr="00DC6216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jako grupy, wspólnoty i instytucji wychowawczej, jej funkcjach,</w:t>
            </w:r>
          </w:p>
          <w:p w14:paraId="6E0D046D" w14:textId="77777777" w:rsidR="00A72A0A" w:rsidRPr="00DC6216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strukturze oraz związkach z mikro- i makrostrukturą społeczną</w:t>
            </w:r>
          </w:p>
          <w:p w14:paraId="046FA923" w14:textId="77777777" w:rsidR="00A72A0A" w:rsidRPr="00DC6216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ujmowaną w kontekście społeczeństwa globalnego, wskazać czynniki</w:t>
            </w:r>
          </w:p>
          <w:p w14:paraId="6E0A94EA" w14:textId="4AB8479B" w:rsidR="0085747A" w:rsidRPr="00DC6216" w:rsidRDefault="00A72A0A" w:rsidP="00A72A0A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C6216">
              <w:rPr>
                <w:b w:val="0"/>
                <w:bCs/>
                <w:szCs w:val="22"/>
              </w:rPr>
              <w:t>dezintegracji współczesnej rodziny</w:t>
            </w:r>
            <w:r w:rsidRPr="00DC6216">
              <w:rPr>
                <w:szCs w:val="22"/>
              </w:rPr>
              <w:t>,</w:t>
            </w:r>
          </w:p>
        </w:tc>
      </w:tr>
      <w:tr w:rsidR="0085747A" w:rsidRPr="00DC6216" w14:paraId="0DE40E1C" w14:textId="77777777" w:rsidTr="00DC6216">
        <w:tc>
          <w:tcPr>
            <w:tcW w:w="843" w:type="dxa"/>
            <w:vAlign w:val="center"/>
          </w:tcPr>
          <w:p w14:paraId="3EAC157D" w14:textId="4B4463D5" w:rsidR="0085747A" w:rsidRPr="00DC6216" w:rsidRDefault="00A72A0A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DC6216">
              <w:rPr>
                <w:sz w:val="22"/>
                <w:szCs w:val="22"/>
              </w:rPr>
              <w:t>C2</w:t>
            </w:r>
          </w:p>
        </w:tc>
        <w:tc>
          <w:tcPr>
            <w:tcW w:w="8677" w:type="dxa"/>
            <w:vAlign w:val="center"/>
          </w:tcPr>
          <w:p w14:paraId="0724E49B" w14:textId="77777777" w:rsidR="00A72A0A" w:rsidRPr="00DC6216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Rozwinąć wieloaspektowe spojrzenie na rodzinę jako środowisko</w:t>
            </w:r>
          </w:p>
          <w:p w14:paraId="2D62CAA1" w14:textId="77777777" w:rsidR="00A72A0A" w:rsidRPr="00DC6216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rozwoju i wychowania człowieka oraz ukazać najważniejsze kierunki</w:t>
            </w:r>
          </w:p>
          <w:p w14:paraId="6AC11F8B" w14:textId="42043E6E" w:rsidR="0085747A" w:rsidRPr="00DC6216" w:rsidRDefault="00A72A0A" w:rsidP="00A72A0A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C6216">
              <w:rPr>
                <w:b w:val="0"/>
                <w:szCs w:val="22"/>
              </w:rPr>
              <w:t>przemian i zagrożeń współczesnej rodziny w Polsce</w:t>
            </w:r>
          </w:p>
        </w:tc>
      </w:tr>
      <w:tr w:rsidR="0085747A" w:rsidRPr="00DC6216" w14:paraId="14867025" w14:textId="77777777" w:rsidTr="00DC6216">
        <w:tc>
          <w:tcPr>
            <w:tcW w:w="843" w:type="dxa"/>
            <w:vAlign w:val="center"/>
          </w:tcPr>
          <w:p w14:paraId="00FE1042" w14:textId="112ECFBA" w:rsidR="0085747A" w:rsidRPr="00DC6216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C6216">
              <w:rPr>
                <w:b w:val="0"/>
                <w:szCs w:val="22"/>
              </w:rPr>
              <w:t>C</w:t>
            </w:r>
            <w:r w:rsidR="00A72A0A" w:rsidRPr="00DC6216">
              <w:rPr>
                <w:b w:val="0"/>
                <w:szCs w:val="22"/>
              </w:rPr>
              <w:t>3</w:t>
            </w:r>
          </w:p>
        </w:tc>
        <w:tc>
          <w:tcPr>
            <w:tcW w:w="8677" w:type="dxa"/>
            <w:vAlign w:val="center"/>
          </w:tcPr>
          <w:p w14:paraId="3B90CED2" w14:textId="77777777" w:rsidR="00A72A0A" w:rsidRPr="00DC6216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Scharakteryzować działania interwencyjne, terapeutyczne i</w:t>
            </w:r>
          </w:p>
          <w:p w14:paraId="3D5B2821" w14:textId="77777777" w:rsidR="00A72A0A" w:rsidRPr="00DC6216" w:rsidRDefault="00A72A0A" w:rsidP="00A72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profilaktyczne w rodzinie oraz przewidzieć ich skutki, zapoznanie</w:t>
            </w:r>
          </w:p>
          <w:p w14:paraId="2DC25D6A" w14:textId="6D1F4BA8" w:rsidR="0085747A" w:rsidRPr="00DC6216" w:rsidRDefault="00A72A0A" w:rsidP="00A72A0A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C6216">
              <w:rPr>
                <w:b w:val="0"/>
                <w:szCs w:val="22"/>
              </w:rPr>
              <w:t>studentów z instytucjami i ośrodkami wspierającymi rodzinę</w:t>
            </w:r>
          </w:p>
        </w:tc>
      </w:tr>
    </w:tbl>
    <w:p w14:paraId="0489091C" w14:textId="77777777" w:rsidR="0085747A" w:rsidRPr="00DC6216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182F21D9" w14:textId="20514F76" w:rsidR="001D7B54" w:rsidRPr="00DC6216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DC6216">
        <w:rPr>
          <w:rFonts w:ascii="Times New Roman" w:hAnsi="Times New Roman"/>
          <w:b/>
        </w:rPr>
        <w:t xml:space="preserve">3.2 </w:t>
      </w:r>
      <w:r w:rsidR="001D7B54" w:rsidRPr="00DC6216">
        <w:rPr>
          <w:rFonts w:ascii="Times New Roman" w:hAnsi="Times New Roman"/>
          <w:b/>
        </w:rPr>
        <w:t xml:space="preserve">Efekty </w:t>
      </w:r>
      <w:r w:rsidR="00C05F44" w:rsidRPr="00DC6216">
        <w:rPr>
          <w:rFonts w:ascii="Times New Roman" w:hAnsi="Times New Roman"/>
          <w:b/>
        </w:rPr>
        <w:t xml:space="preserve">uczenia się </w:t>
      </w:r>
      <w:r w:rsidR="001D7B54" w:rsidRPr="00DC6216">
        <w:rPr>
          <w:rFonts w:ascii="Times New Roman" w:hAnsi="Times New Roman"/>
          <w:b/>
        </w:rPr>
        <w:t>dla przedmiotu</w:t>
      </w:r>
      <w:r w:rsidR="00445970" w:rsidRPr="00DC6216">
        <w:rPr>
          <w:rFonts w:ascii="Times New Roman" w:hAnsi="Times New Roman"/>
        </w:rPr>
        <w:t xml:space="preserve"> </w:t>
      </w:r>
    </w:p>
    <w:p w14:paraId="6A6227D9" w14:textId="77777777" w:rsidR="00CF243E" w:rsidRPr="00DC6216" w:rsidRDefault="00CF243E" w:rsidP="009C54AE">
      <w:pPr>
        <w:spacing w:after="0" w:line="240" w:lineRule="auto"/>
        <w:ind w:left="426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C6216" w14:paraId="0BA6B836" w14:textId="77777777" w:rsidTr="00DC6216">
        <w:tc>
          <w:tcPr>
            <w:tcW w:w="1680" w:type="dxa"/>
            <w:vAlign w:val="center"/>
          </w:tcPr>
          <w:p w14:paraId="53B5F0FB" w14:textId="77777777" w:rsidR="0085747A" w:rsidRPr="00DC621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C6216">
              <w:rPr>
                <w:smallCaps w:val="0"/>
                <w:sz w:val="22"/>
              </w:rPr>
              <w:t>EK</w:t>
            </w:r>
            <w:r w:rsidR="00A84C85" w:rsidRPr="00DC6216">
              <w:rPr>
                <w:b w:val="0"/>
                <w:smallCaps w:val="0"/>
                <w:sz w:val="22"/>
              </w:rPr>
              <w:t xml:space="preserve"> (</w:t>
            </w:r>
            <w:r w:rsidR="00C05F44" w:rsidRPr="00DC6216">
              <w:rPr>
                <w:b w:val="0"/>
                <w:smallCaps w:val="0"/>
                <w:sz w:val="22"/>
              </w:rPr>
              <w:t>efekt uczenia się</w:t>
            </w:r>
            <w:r w:rsidR="00B82308" w:rsidRPr="00DC6216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5" w:type="dxa"/>
            <w:vAlign w:val="center"/>
          </w:tcPr>
          <w:p w14:paraId="05EAA06F" w14:textId="77777777" w:rsidR="0085747A" w:rsidRPr="00DC621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DC6216">
              <w:rPr>
                <w:b w:val="0"/>
                <w:smallCaps w:val="0"/>
                <w:sz w:val="22"/>
              </w:rPr>
              <w:t xml:space="preserve">uczenia się </w:t>
            </w:r>
            <w:r w:rsidRPr="00DC6216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5196E3C" w14:textId="77777777" w:rsidR="0085747A" w:rsidRPr="00DC621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DC6216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7C4D93" w:rsidRPr="00DC6216" w14:paraId="266E2A3E" w14:textId="77777777" w:rsidTr="00DC6216">
        <w:tc>
          <w:tcPr>
            <w:tcW w:w="1680" w:type="dxa"/>
          </w:tcPr>
          <w:p w14:paraId="15F59CE0" w14:textId="77777777" w:rsidR="00E47F5A" w:rsidRPr="00DC6216" w:rsidRDefault="00E47F5A" w:rsidP="00E47F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</w:t>
            </w:r>
            <w:r w:rsidRPr="00DC6216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0A900C21" w14:textId="092A2723" w:rsidR="00E47F5A" w:rsidRPr="00DC6216" w:rsidRDefault="00D1155B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>Wymieni podstawowe definicje</w:t>
            </w:r>
            <w:r w:rsidR="00E47F5A" w:rsidRPr="00DC6216">
              <w:rPr>
                <w:b w:val="0"/>
                <w:bCs/>
                <w:smallCaps w:val="0"/>
                <w:sz w:val="22"/>
              </w:rPr>
              <w:t xml:space="preserve"> i opis</w:t>
            </w:r>
            <w:r w:rsidRPr="00DC6216">
              <w:rPr>
                <w:b w:val="0"/>
                <w:bCs/>
                <w:smallCaps w:val="0"/>
                <w:sz w:val="22"/>
              </w:rPr>
              <w:t>ze</w:t>
            </w:r>
            <w:r w:rsidR="00E47F5A" w:rsidRPr="00DC6216">
              <w:rPr>
                <w:b w:val="0"/>
                <w:bCs/>
                <w:smallCaps w:val="0"/>
                <w:sz w:val="22"/>
              </w:rPr>
              <w:t xml:space="preserve"> funkcje pedagogiki rodziny i jej subdyscyplin oraz wska</w:t>
            </w:r>
            <w:r w:rsidRPr="00DC6216">
              <w:rPr>
                <w:b w:val="0"/>
                <w:bCs/>
                <w:smallCaps w:val="0"/>
                <w:sz w:val="22"/>
              </w:rPr>
              <w:t>że</w:t>
            </w:r>
            <w:r w:rsidR="00E47F5A" w:rsidRPr="00DC6216">
              <w:rPr>
                <w:b w:val="0"/>
                <w:bCs/>
                <w:smallCaps w:val="0"/>
                <w:sz w:val="22"/>
              </w:rPr>
              <w:t xml:space="preserve"> ich praktyczne zastosowanie.</w:t>
            </w:r>
          </w:p>
        </w:tc>
        <w:tc>
          <w:tcPr>
            <w:tcW w:w="1865" w:type="dxa"/>
            <w:vAlign w:val="center"/>
          </w:tcPr>
          <w:p w14:paraId="532DFDCB" w14:textId="300596F3" w:rsidR="00E47F5A" w:rsidRPr="00DC6216" w:rsidRDefault="00E47F5A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>K_W01</w:t>
            </w:r>
          </w:p>
        </w:tc>
      </w:tr>
      <w:tr w:rsidR="007C4D93" w:rsidRPr="00DC6216" w14:paraId="0258C5A2" w14:textId="77777777" w:rsidTr="00DC6216">
        <w:tc>
          <w:tcPr>
            <w:tcW w:w="1680" w:type="dxa"/>
          </w:tcPr>
          <w:p w14:paraId="6B5749AA" w14:textId="77777777" w:rsidR="00E47F5A" w:rsidRPr="00DC6216" w:rsidRDefault="00E47F5A" w:rsidP="00E47F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0EB1E0FE" w14:textId="5DD2B708" w:rsidR="00E47F5A" w:rsidRPr="00DC6216" w:rsidRDefault="00E47F5A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>Opis</w:t>
            </w:r>
            <w:r w:rsidR="00D1155B" w:rsidRPr="00DC6216">
              <w:rPr>
                <w:b w:val="0"/>
                <w:bCs/>
                <w:smallCaps w:val="0"/>
                <w:sz w:val="22"/>
              </w:rPr>
              <w:t>ze</w:t>
            </w:r>
            <w:r w:rsidRPr="00DC6216">
              <w:rPr>
                <w:b w:val="0"/>
                <w:bCs/>
                <w:smallCaps w:val="0"/>
                <w:sz w:val="22"/>
              </w:rPr>
              <w:t xml:space="preserve"> przebieg procesu wychowania i socjalizacji, </w:t>
            </w:r>
            <w:r w:rsidR="00D1155B" w:rsidRPr="00DC6216">
              <w:rPr>
                <w:b w:val="0"/>
                <w:bCs/>
                <w:smallCaps w:val="0"/>
                <w:sz w:val="22"/>
              </w:rPr>
              <w:t>uwzględniając</w:t>
            </w:r>
            <w:r w:rsidRPr="00DC6216">
              <w:rPr>
                <w:b w:val="0"/>
                <w:bCs/>
                <w:smallCaps w:val="0"/>
                <w:sz w:val="22"/>
              </w:rPr>
              <w:t xml:space="preserve"> przemian</w:t>
            </w:r>
            <w:r w:rsidR="00DD5922" w:rsidRPr="00DC6216">
              <w:rPr>
                <w:b w:val="0"/>
                <w:bCs/>
                <w:smallCaps w:val="0"/>
                <w:sz w:val="22"/>
              </w:rPr>
              <w:t>y</w:t>
            </w:r>
            <w:r w:rsidRPr="00DC6216">
              <w:rPr>
                <w:b w:val="0"/>
                <w:bCs/>
                <w:smallCaps w:val="0"/>
                <w:sz w:val="22"/>
              </w:rPr>
              <w:t xml:space="preserve"> współczesnych środowisk i instytucji społecznych</w:t>
            </w:r>
            <w:r w:rsidR="00DD5922" w:rsidRPr="00DC6216">
              <w:rPr>
                <w:b w:val="0"/>
                <w:bCs/>
                <w:smallCaps w:val="0"/>
                <w:sz w:val="22"/>
              </w:rPr>
              <w:t xml:space="preserve"> w obliczu globalnych trendów społeczno-kulturowych</w:t>
            </w:r>
          </w:p>
        </w:tc>
        <w:tc>
          <w:tcPr>
            <w:tcW w:w="1865" w:type="dxa"/>
          </w:tcPr>
          <w:p w14:paraId="591128D8" w14:textId="3B18F07E" w:rsidR="00E47F5A" w:rsidRPr="00DC6216" w:rsidRDefault="00E47F5A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>K_W06</w:t>
            </w:r>
          </w:p>
        </w:tc>
      </w:tr>
      <w:tr w:rsidR="007C4D93" w:rsidRPr="00DC6216" w14:paraId="33974BB1" w14:textId="77777777" w:rsidTr="00DC6216">
        <w:tc>
          <w:tcPr>
            <w:tcW w:w="1680" w:type="dxa"/>
          </w:tcPr>
          <w:p w14:paraId="22A27F31" w14:textId="34AFB38F" w:rsidR="00E47F5A" w:rsidRPr="00DC6216" w:rsidRDefault="00E47F5A" w:rsidP="00E47F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14:paraId="4EF63C24" w14:textId="448AAC21" w:rsidR="00E47F5A" w:rsidRPr="00DC6216" w:rsidRDefault="00DD5922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 xml:space="preserve">Scharakteryzuje podstawowe </w:t>
            </w:r>
            <w:r w:rsidR="00E47F5A" w:rsidRPr="00DC6216">
              <w:rPr>
                <w:b w:val="0"/>
                <w:bCs/>
                <w:smallCaps w:val="0"/>
                <w:sz w:val="22"/>
              </w:rPr>
              <w:t xml:space="preserve"> normy i procedury stosowane w instytucjach i organizacjach zajmujących się pomocą rodzinom w sytuacjach kryzysowych</w:t>
            </w:r>
          </w:p>
        </w:tc>
        <w:tc>
          <w:tcPr>
            <w:tcW w:w="1865" w:type="dxa"/>
          </w:tcPr>
          <w:p w14:paraId="576E0A8B" w14:textId="166B2F90" w:rsidR="00E47F5A" w:rsidRPr="00DC6216" w:rsidRDefault="00E47F5A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>K_W08</w:t>
            </w:r>
          </w:p>
        </w:tc>
      </w:tr>
      <w:tr w:rsidR="00E47F5A" w:rsidRPr="00DC6216" w14:paraId="4C8B3460" w14:textId="77777777" w:rsidTr="00DC6216">
        <w:tc>
          <w:tcPr>
            <w:tcW w:w="1680" w:type="dxa"/>
          </w:tcPr>
          <w:p w14:paraId="602098D7" w14:textId="5513B937" w:rsidR="00E47F5A" w:rsidRPr="00DC6216" w:rsidRDefault="00E47F5A" w:rsidP="00E47F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14:paraId="5D945A0D" w14:textId="5887D108" w:rsidR="00E47F5A" w:rsidRPr="00DC6216" w:rsidRDefault="00E47F5A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>Wyko</w:t>
            </w:r>
            <w:r w:rsidR="00C12C02" w:rsidRPr="00DC6216">
              <w:rPr>
                <w:b w:val="0"/>
                <w:bCs/>
                <w:smallCaps w:val="0"/>
                <w:sz w:val="22"/>
              </w:rPr>
              <w:t xml:space="preserve">na własny plan działania, który umożliwi mu pracę </w:t>
            </w:r>
            <w:r w:rsidRPr="00DC6216">
              <w:rPr>
                <w:b w:val="0"/>
                <w:bCs/>
                <w:smallCaps w:val="0"/>
                <w:sz w:val="22"/>
              </w:rPr>
              <w:t xml:space="preserve"> z rodziną, z rodziną niewydolną wychowawczo, zdezorganizowaną i patologiczną.</w:t>
            </w:r>
          </w:p>
        </w:tc>
        <w:tc>
          <w:tcPr>
            <w:tcW w:w="1865" w:type="dxa"/>
          </w:tcPr>
          <w:p w14:paraId="1F4F9EC8" w14:textId="22DD72CD" w:rsidR="00E47F5A" w:rsidRPr="00DC6216" w:rsidRDefault="00E47F5A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>K_U04</w:t>
            </w:r>
          </w:p>
        </w:tc>
      </w:tr>
      <w:tr w:rsidR="00E47F5A" w:rsidRPr="00DC6216" w14:paraId="14BD9ADB" w14:textId="77777777" w:rsidTr="00DC6216">
        <w:tc>
          <w:tcPr>
            <w:tcW w:w="1680" w:type="dxa"/>
          </w:tcPr>
          <w:p w14:paraId="1CBA57B0" w14:textId="6EAB9E68" w:rsidR="00E47F5A" w:rsidRPr="00DC6216" w:rsidRDefault="00E47F5A" w:rsidP="00E47F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14:paraId="33C2B203" w14:textId="77C4A44A" w:rsidR="00E47F5A" w:rsidRPr="00DC6216" w:rsidRDefault="00E47F5A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>Przeprowadz</w:t>
            </w:r>
            <w:r w:rsidR="00C12C02" w:rsidRPr="00DC6216">
              <w:rPr>
                <w:b w:val="0"/>
                <w:bCs/>
                <w:smallCaps w:val="0"/>
                <w:sz w:val="22"/>
              </w:rPr>
              <w:t>i</w:t>
            </w:r>
            <w:r w:rsidRPr="00DC6216">
              <w:rPr>
                <w:b w:val="0"/>
                <w:bCs/>
                <w:smallCaps w:val="0"/>
                <w:sz w:val="22"/>
              </w:rPr>
              <w:t xml:space="preserve"> diagnoz</w:t>
            </w:r>
            <w:r w:rsidR="00C12C02" w:rsidRPr="00DC6216">
              <w:rPr>
                <w:b w:val="0"/>
                <w:bCs/>
                <w:smallCaps w:val="0"/>
                <w:sz w:val="22"/>
              </w:rPr>
              <w:t>ę</w:t>
            </w:r>
            <w:r w:rsidRPr="00DC6216">
              <w:rPr>
                <w:b w:val="0"/>
                <w:bCs/>
                <w:smallCaps w:val="0"/>
                <w:sz w:val="22"/>
              </w:rPr>
              <w:t xml:space="preserve"> potrzeb rodziny i </w:t>
            </w:r>
            <w:r w:rsidR="00C12C02" w:rsidRPr="00DC6216">
              <w:rPr>
                <w:b w:val="0"/>
                <w:bCs/>
                <w:smallCaps w:val="0"/>
                <w:sz w:val="22"/>
              </w:rPr>
              <w:t xml:space="preserve">przeanalizuje </w:t>
            </w:r>
            <w:r w:rsidRPr="00DC6216">
              <w:rPr>
                <w:b w:val="0"/>
                <w:bCs/>
                <w:smallCaps w:val="0"/>
                <w:sz w:val="22"/>
              </w:rPr>
              <w:t>relacj</w:t>
            </w:r>
            <w:r w:rsidR="00C12C02" w:rsidRPr="00DC6216">
              <w:rPr>
                <w:b w:val="0"/>
                <w:bCs/>
                <w:smallCaps w:val="0"/>
                <w:sz w:val="22"/>
              </w:rPr>
              <w:t>e</w:t>
            </w:r>
            <w:r w:rsidRPr="00DC6216">
              <w:rPr>
                <w:b w:val="0"/>
                <w:bCs/>
                <w:smallCaps w:val="0"/>
                <w:sz w:val="22"/>
              </w:rPr>
              <w:t xml:space="preserve"> zachodząc</w:t>
            </w:r>
            <w:r w:rsidR="00C12C02" w:rsidRPr="00DC6216">
              <w:rPr>
                <w:b w:val="0"/>
                <w:bCs/>
                <w:smallCaps w:val="0"/>
                <w:sz w:val="22"/>
              </w:rPr>
              <w:t>e</w:t>
            </w:r>
            <w:r w:rsidRPr="00DC6216">
              <w:rPr>
                <w:b w:val="0"/>
                <w:bCs/>
                <w:smallCaps w:val="0"/>
                <w:sz w:val="22"/>
              </w:rPr>
              <w:t xml:space="preserve"> pomiędzy poszczególnymi członkami  (z uwzględnieniem różnego układu wewnętrznego i położenia społecznego). </w:t>
            </w:r>
          </w:p>
        </w:tc>
        <w:tc>
          <w:tcPr>
            <w:tcW w:w="1865" w:type="dxa"/>
          </w:tcPr>
          <w:p w14:paraId="4F33E3F9" w14:textId="0CC9D50C" w:rsidR="00E47F5A" w:rsidRPr="00DC6216" w:rsidRDefault="00E47F5A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>K_U05</w:t>
            </w:r>
          </w:p>
        </w:tc>
      </w:tr>
      <w:tr w:rsidR="007C4D93" w:rsidRPr="00DC6216" w14:paraId="46A4E23D" w14:textId="77777777" w:rsidTr="00DC6216">
        <w:tc>
          <w:tcPr>
            <w:tcW w:w="1680" w:type="dxa"/>
          </w:tcPr>
          <w:p w14:paraId="14FDD9E0" w14:textId="73606B82" w:rsidR="00E47F5A" w:rsidRPr="00DC6216" w:rsidRDefault="00E47F5A" w:rsidP="00E47F5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5" w:type="dxa"/>
          </w:tcPr>
          <w:p w14:paraId="699C3054" w14:textId="0CBBC418" w:rsidR="00E47F5A" w:rsidRPr="00DC6216" w:rsidRDefault="00C12C02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>Oceni i przeanalizuje skuteczność podjętych dział</w:t>
            </w:r>
            <w:r w:rsidR="008B4F97" w:rsidRPr="00DC6216">
              <w:rPr>
                <w:b w:val="0"/>
                <w:bCs/>
                <w:smallCaps w:val="0"/>
                <w:sz w:val="22"/>
              </w:rPr>
              <w:t>a</w:t>
            </w:r>
            <w:r w:rsidRPr="00DC6216">
              <w:rPr>
                <w:b w:val="0"/>
                <w:bCs/>
                <w:smallCaps w:val="0"/>
                <w:sz w:val="22"/>
              </w:rPr>
              <w:t>ń własnych</w:t>
            </w:r>
            <w:r w:rsidR="00E47F5A" w:rsidRPr="00DC6216">
              <w:rPr>
                <w:b w:val="0"/>
                <w:bCs/>
                <w:smallCaps w:val="0"/>
                <w:sz w:val="22"/>
              </w:rPr>
              <w:t xml:space="preserve">. </w:t>
            </w:r>
          </w:p>
        </w:tc>
        <w:tc>
          <w:tcPr>
            <w:tcW w:w="1865" w:type="dxa"/>
            <w:vAlign w:val="center"/>
          </w:tcPr>
          <w:p w14:paraId="27F6EB12" w14:textId="7FCA5161" w:rsidR="00E47F5A" w:rsidRPr="00DC6216" w:rsidRDefault="00E47F5A" w:rsidP="00E47F5A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</w:rPr>
              <w:t>K_K03</w:t>
            </w:r>
          </w:p>
        </w:tc>
      </w:tr>
    </w:tbl>
    <w:p w14:paraId="0C40A38B" w14:textId="77777777" w:rsidR="00030D9E" w:rsidRPr="00DC6216" w:rsidRDefault="00030D9E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</w:p>
    <w:p w14:paraId="649DE6D5" w14:textId="77777777" w:rsidR="00030D9E" w:rsidRPr="00DC6216" w:rsidRDefault="00030D9E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</w:p>
    <w:p w14:paraId="770E792C" w14:textId="26CEBFB9" w:rsidR="0085747A" w:rsidRPr="00DC6216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DC6216">
        <w:rPr>
          <w:rFonts w:ascii="Times New Roman" w:hAnsi="Times New Roman"/>
          <w:b/>
        </w:rPr>
        <w:t>3.3</w:t>
      </w:r>
      <w:r w:rsidR="001D7B54" w:rsidRPr="00DC6216">
        <w:rPr>
          <w:rFonts w:ascii="Times New Roman" w:hAnsi="Times New Roman"/>
          <w:b/>
        </w:rPr>
        <w:t xml:space="preserve"> </w:t>
      </w:r>
      <w:r w:rsidR="0085747A" w:rsidRPr="00DC6216">
        <w:rPr>
          <w:rFonts w:ascii="Times New Roman" w:hAnsi="Times New Roman"/>
          <w:b/>
        </w:rPr>
        <w:t>T</w:t>
      </w:r>
      <w:r w:rsidR="001D7B54" w:rsidRPr="00DC6216">
        <w:rPr>
          <w:rFonts w:ascii="Times New Roman" w:hAnsi="Times New Roman"/>
          <w:b/>
        </w:rPr>
        <w:t xml:space="preserve">reści programowe </w:t>
      </w:r>
      <w:r w:rsidR="007327BD" w:rsidRPr="00DC6216">
        <w:rPr>
          <w:rFonts w:ascii="Times New Roman" w:hAnsi="Times New Roman"/>
        </w:rPr>
        <w:t xml:space="preserve">  </w:t>
      </w:r>
    </w:p>
    <w:p w14:paraId="014B90B6" w14:textId="77777777" w:rsidR="0085747A" w:rsidRPr="00DC621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DC6216">
        <w:rPr>
          <w:rFonts w:ascii="Times New Roman" w:hAnsi="Times New Roman"/>
        </w:rPr>
        <w:t xml:space="preserve">Problematyka wykładu </w:t>
      </w:r>
    </w:p>
    <w:p w14:paraId="4AFB562E" w14:textId="77777777" w:rsidR="00675843" w:rsidRPr="00DC6216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216" w14:paraId="7914164F" w14:textId="77777777" w:rsidTr="009B2CA4">
        <w:tc>
          <w:tcPr>
            <w:tcW w:w="9520" w:type="dxa"/>
          </w:tcPr>
          <w:p w14:paraId="2726082B" w14:textId="77777777" w:rsidR="0085747A" w:rsidRPr="00DC621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DC6216" w14:paraId="72BA2B20" w14:textId="77777777" w:rsidTr="009B2CA4">
        <w:tc>
          <w:tcPr>
            <w:tcW w:w="9520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538"/>
            </w:tblGrid>
            <w:tr w:rsidR="009B2CA4" w:rsidRPr="00DC6216" w14:paraId="6D5E9AE5" w14:textId="77777777" w:rsidTr="009B2CA4">
              <w:tc>
                <w:tcPr>
                  <w:tcW w:w="0" w:type="auto"/>
                </w:tcPr>
                <w:p w14:paraId="01EFF38A" w14:textId="68FE4275" w:rsidR="009B2CA4" w:rsidRPr="00DC6216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lang w:eastAsia="pl-PL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t xml:space="preserve">Pedagogika rodziny jako nauka, jej miejsce wśród innych nauk. </w:t>
                  </w:r>
                </w:p>
              </w:tc>
            </w:tr>
            <w:tr w:rsidR="009B2CA4" w:rsidRPr="00DC6216" w14:paraId="1BB0805F" w14:textId="77777777" w:rsidTr="009B2CA4">
              <w:tc>
                <w:tcPr>
                  <w:tcW w:w="0" w:type="auto"/>
                </w:tcPr>
                <w:p w14:paraId="61693203" w14:textId="22E7964D" w:rsidR="009B2CA4" w:rsidRPr="00DC6216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lang w:eastAsia="pl-PL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t>Zjawiska przemian w małżeństwie i rodzinie, historia i współczesność.</w:t>
                  </w:r>
                </w:p>
              </w:tc>
            </w:tr>
            <w:tr w:rsidR="009B2CA4" w:rsidRPr="00DC6216" w14:paraId="0369C1F8" w14:textId="77777777" w:rsidTr="009B2CA4">
              <w:tc>
                <w:tcPr>
                  <w:tcW w:w="0" w:type="auto"/>
                </w:tcPr>
                <w:p w14:paraId="5D3989D6" w14:textId="7F211B5A" w:rsidR="009B2CA4" w:rsidRPr="00DC6216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lang w:eastAsia="pl-PL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lastRenderedPageBreak/>
                    <w:t>Rodzina, jako podstawowe środowisko wychowawcze dziecka. Rodzina, jako system</w:t>
                  </w:r>
                </w:p>
              </w:tc>
            </w:tr>
            <w:tr w:rsidR="009B2CA4" w:rsidRPr="00DC6216" w14:paraId="2329297F" w14:textId="77777777" w:rsidTr="009B2CA4">
              <w:tc>
                <w:tcPr>
                  <w:tcW w:w="0" w:type="auto"/>
                </w:tcPr>
                <w:p w14:paraId="0B42F7CD" w14:textId="74D48817" w:rsidR="009B2CA4" w:rsidRPr="00DC6216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lang w:eastAsia="pl-PL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t>Struktura rodziny, więzi, cechy, postawy i style wychowania.</w:t>
                  </w:r>
                  <w:r w:rsidR="00673BBB" w:rsidRPr="00DC6216">
                    <w:rPr>
                      <w:rFonts w:ascii="Times New Roman" w:hAnsi="Times New Roman"/>
                      <w:lang w:eastAsia="pl-PL"/>
                    </w:rPr>
                    <w:t xml:space="preserve"> Typologia rodzin</w:t>
                  </w:r>
                </w:p>
              </w:tc>
            </w:tr>
            <w:tr w:rsidR="009B2CA4" w:rsidRPr="00DC6216" w14:paraId="468C98F3" w14:textId="77777777" w:rsidTr="009B2CA4">
              <w:tc>
                <w:tcPr>
                  <w:tcW w:w="0" w:type="auto"/>
                </w:tcPr>
                <w:p w14:paraId="7D29C58C" w14:textId="383B908A" w:rsidR="009B2CA4" w:rsidRPr="00DC6216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lang w:eastAsia="pl-PL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t>Funkcje rodziny. Zadania opiekuńczo-wychowawcze rodziny i jej zasoby. Granice.</w:t>
                  </w:r>
                </w:p>
              </w:tc>
            </w:tr>
            <w:tr w:rsidR="009B2CA4" w:rsidRPr="00DC6216" w14:paraId="46CA1B6E" w14:textId="77777777" w:rsidTr="009B2CA4">
              <w:tc>
                <w:tcPr>
                  <w:tcW w:w="0" w:type="auto"/>
                </w:tcPr>
                <w:p w14:paraId="5B14C4AE" w14:textId="7324DA6B" w:rsidR="009B2CA4" w:rsidRPr="00DC6216" w:rsidRDefault="006301E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lang w:eastAsia="pl-PL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t>Wpływ dezintegracji współczesnej rodziny na jednostkę</w:t>
                  </w:r>
                </w:p>
              </w:tc>
            </w:tr>
            <w:tr w:rsidR="009B2CA4" w:rsidRPr="00DC6216" w14:paraId="40011348" w14:textId="77777777" w:rsidTr="009B2CA4">
              <w:tc>
                <w:tcPr>
                  <w:tcW w:w="0" w:type="auto"/>
                </w:tcPr>
                <w:p w14:paraId="528B2B18" w14:textId="046D421D" w:rsidR="009B2CA4" w:rsidRPr="00DC6216" w:rsidRDefault="006301E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lang w:eastAsia="pl-PL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t>Role rodzicielskie, postawy rodzicielskie i style wychowania. Metody wychowania w rodzinie</w:t>
                  </w:r>
                </w:p>
              </w:tc>
            </w:tr>
            <w:tr w:rsidR="009B2CA4" w:rsidRPr="00DC6216" w14:paraId="2DA66CA3" w14:textId="77777777" w:rsidTr="009B2CA4">
              <w:tc>
                <w:tcPr>
                  <w:tcW w:w="0" w:type="auto"/>
                </w:tcPr>
                <w:p w14:paraId="044D89A7" w14:textId="6CD68C1E" w:rsidR="009B2CA4" w:rsidRPr="00DC6216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lang w:eastAsia="pl-PL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t xml:space="preserve">Struktura i mechanizmy działania rodziny dysfunkcyjnej. Analiza dysfunkcji rodziny </w:t>
                  </w:r>
                </w:p>
              </w:tc>
            </w:tr>
            <w:tr w:rsidR="009B2CA4" w:rsidRPr="00DC6216" w14:paraId="491786EE" w14:textId="77777777" w:rsidTr="009B2CA4">
              <w:tc>
                <w:tcPr>
                  <w:tcW w:w="0" w:type="auto"/>
                </w:tcPr>
                <w:p w14:paraId="64A2800E" w14:textId="6F7B0E8D" w:rsidR="009B2CA4" w:rsidRPr="00DC6216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lang w:eastAsia="pl-PL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t>Mechanizmy wpływające na powstawanie dysfunkcji.</w:t>
                  </w:r>
                </w:p>
              </w:tc>
            </w:tr>
            <w:tr w:rsidR="009B2CA4" w:rsidRPr="00DC6216" w14:paraId="6C5A32C3" w14:textId="77777777" w:rsidTr="009B2CA4">
              <w:tc>
                <w:tcPr>
                  <w:tcW w:w="0" w:type="auto"/>
                </w:tcPr>
                <w:p w14:paraId="26A03D3E" w14:textId="77777777" w:rsidR="009B2CA4" w:rsidRPr="00DC6216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lang w:eastAsia="pl-PL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t>Przemoc w rodzinie. Przyczyny stosowania przemocy, cykl przemocy.</w:t>
                  </w:r>
                </w:p>
              </w:tc>
            </w:tr>
            <w:tr w:rsidR="009B2CA4" w:rsidRPr="00DC6216" w14:paraId="31971CC9" w14:textId="77777777" w:rsidTr="009B2CA4">
              <w:tc>
                <w:tcPr>
                  <w:tcW w:w="0" w:type="auto"/>
                </w:tcPr>
                <w:p w14:paraId="5B5A485E" w14:textId="77777777" w:rsidR="009B2CA4" w:rsidRPr="00DC6216" w:rsidRDefault="009B2CA4" w:rsidP="00786620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lang w:eastAsia="pl-PL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t>Interwencja i profilaktyka. Zespoły Interdyscyplinarne.</w:t>
                  </w:r>
                </w:p>
              </w:tc>
            </w:tr>
            <w:tr w:rsidR="009B2CA4" w:rsidRPr="00DC6216" w14:paraId="3A89A485" w14:textId="77777777" w:rsidTr="009B2CA4">
              <w:tc>
                <w:tcPr>
                  <w:tcW w:w="0" w:type="auto"/>
                </w:tcPr>
                <w:p w14:paraId="0D380E4F" w14:textId="77777777" w:rsidR="009B2CA4" w:rsidRPr="00DC6216" w:rsidRDefault="009B2CA4" w:rsidP="00786620">
                  <w:pPr>
                    <w:pStyle w:val="Akapitzlist"/>
                    <w:spacing w:after="0"/>
                    <w:ind w:left="0"/>
                    <w:rPr>
                      <w:rFonts w:ascii="Times New Roman" w:hAnsi="Times New Roman"/>
                    </w:rPr>
                  </w:pPr>
                  <w:r w:rsidRPr="00DC6216">
                    <w:rPr>
                      <w:rFonts w:ascii="Times New Roman" w:hAnsi="Times New Roman"/>
                      <w:lang w:eastAsia="pl-PL"/>
                    </w:rPr>
                    <w:t>Instytucje wspierające dziecko i rodzinę.</w:t>
                  </w:r>
                </w:p>
              </w:tc>
            </w:tr>
          </w:tbl>
          <w:p w14:paraId="12A8D9DA" w14:textId="25D89C46" w:rsidR="0085747A" w:rsidRPr="00DC6216" w:rsidRDefault="0085747A" w:rsidP="009B2CA4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</w:p>
        </w:tc>
      </w:tr>
      <w:tr w:rsidR="00786620" w:rsidRPr="00DC6216" w14:paraId="34F5BA3C" w14:textId="77777777" w:rsidTr="009B2CA4">
        <w:tc>
          <w:tcPr>
            <w:tcW w:w="9520" w:type="dxa"/>
          </w:tcPr>
          <w:p w14:paraId="26375CF4" w14:textId="77777777" w:rsidR="00786620" w:rsidRPr="00DC6216" w:rsidRDefault="00786620" w:rsidP="007866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</w:p>
        </w:tc>
      </w:tr>
    </w:tbl>
    <w:p w14:paraId="466892A3" w14:textId="77777777" w:rsidR="0085747A" w:rsidRPr="00DC6216" w:rsidRDefault="0085747A" w:rsidP="00DC6216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</w:rPr>
      </w:pPr>
      <w:r w:rsidRPr="00DC6216">
        <w:rPr>
          <w:rFonts w:ascii="Times New Roman" w:hAnsi="Times New Roman"/>
        </w:rPr>
        <w:t>Problematyka ćwiczeń audytoryjnych, konwersatoryjnych, laboratoryjnych</w:t>
      </w:r>
      <w:r w:rsidR="009F4610" w:rsidRPr="00DC6216">
        <w:rPr>
          <w:rFonts w:ascii="Times New Roman" w:hAnsi="Times New Roman"/>
        </w:rPr>
        <w:t xml:space="preserve">, </w:t>
      </w:r>
      <w:r w:rsidRPr="00DC6216">
        <w:rPr>
          <w:rFonts w:ascii="Times New Roman" w:hAnsi="Times New Roman"/>
        </w:rPr>
        <w:t xml:space="preserve">zajęć praktycznych </w:t>
      </w:r>
    </w:p>
    <w:p w14:paraId="34CE54A7" w14:textId="77777777" w:rsidR="0085747A" w:rsidRPr="00DC6216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216" w14:paraId="0A4F619F" w14:textId="77777777" w:rsidTr="00923D7D">
        <w:tc>
          <w:tcPr>
            <w:tcW w:w="9639" w:type="dxa"/>
          </w:tcPr>
          <w:p w14:paraId="6A92518C" w14:textId="77777777" w:rsidR="0085747A" w:rsidRPr="00DC621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DC6216" w14:paraId="76497ED6" w14:textId="77777777" w:rsidTr="00923D7D">
        <w:tc>
          <w:tcPr>
            <w:tcW w:w="9639" w:type="dxa"/>
          </w:tcPr>
          <w:p w14:paraId="2260CA9C" w14:textId="7A5203E9" w:rsidR="0085747A" w:rsidRPr="00DC6216" w:rsidRDefault="00EB6A63" w:rsidP="0078662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  <w:lang w:eastAsia="pl-PL"/>
              </w:rPr>
              <w:t>Definiowanie podstawowych pojęć z zakresu pedagogiki rodziny.</w:t>
            </w:r>
          </w:p>
        </w:tc>
      </w:tr>
      <w:tr w:rsidR="0085747A" w:rsidRPr="00DC6216" w14:paraId="4DFE5A2D" w14:textId="77777777" w:rsidTr="00923D7D">
        <w:tc>
          <w:tcPr>
            <w:tcW w:w="9639" w:type="dxa"/>
          </w:tcPr>
          <w:p w14:paraId="7C93D279" w14:textId="2B4E77EC" w:rsidR="0085747A" w:rsidRPr="00DC6216" w:rsidRDefault="00EB6A63" w:rsidP="0078662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  <w:lang w:eastAsia="pl-PL"/>
              </w:rPr>
              <w:t>Rodzina w badaniach pedagogicznych.</w:t>
            </w:r>
          </w:p>
        </w:tc>
      </w:tr>
      <w:tr w:rsidR="0085747A" w:rsidRPr="00DC6216" w14:paraId="0608582E" w14:textId="77777777" w:rsidTr="00923D7D">
        <w:tc>
          <w:tcPr>
            <w:tcW w:w="9639" w:type="dxa"/>
          </w:tcPr>
          <w:p w14:paraId="31D651AE" w14:textId="4AAB3381" w:rsidR="0085747A" w:rsidRPr="00DC6216" w:rsidRDefault="00EB6A63" w:rsidP="00786620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  <w:lang w:eastAsia="pl-PL"/>
              </w:rPr>
              <w:t>Przemiany rodziny wobec uwarunkowań kulturowo-społecznych.</w:t>
            </w:r>
          </w:p>
        </w:tc>
      </w:tr>
      <w:tr w:rsidR="00EB6A63" w:rsidRPr="00DC6216" w14:paraId="662C02F0" w14:textId="77777777" w:rsidTr="00923D7D">
        <w:tc>
          <w:tcPr>
            <w:tcW w:w="9639" w:type="dxa"/>
          </w:tcPr>
          <w:p w14:paraId="725FF44C" w14:textId="4F2A454E" w:rsidR="00EB6A63" w:rsidRPr="00DC6216" w:rsidRDefault="00EB6A63" w:rsidP="00786620">
            <w:pPr>
              <w:pStyle w:val="Akapitzlist"/>
              <w:spacing w:after="0"/>
              <w:ind w:left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Realizacja funkcji i potrzeb rodziny na różnych płaszczyznach i obszarach.</w:t>
            </w:r>
          </w:p>
        </w:tc>
      </w:tr>
      <w:tr w:rsidR="00EB6A63" w:rsidRPr="00DC6216" w14:paraId="71C05943" w14:textId="77777777" w:rsidTr="00923D7D">
        <w:tc>
          <w:tcPr>
            <w:tcW w:w="9639" w:type="dxa"/>
          </w:tcPr>
          <w:p w14:paraId="74801C08" w14:textId="769090FE" w:rsidR="00EB6A63" w:rsidRPr="00DC6216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Typologia i specyfikacja rodzin (rodzina adopcyjna, rodzina zastępcza, rodzina</w:t>
            </w:r>
            <w:r w:rsidR="00786620" w:rsidRPr="00DC6216">
              <w:rPr>
                <w:rFonts w:ascii="Times New Roman" w:hAnsi="Times New Roman"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zrekonstruowana, rodzina niepełna, rodzina migracyjna, rodzina dysfunkcyjna,</w:t>
            </w:r>
            <w:r w:rsidR="00786620" w:rsidRPr="00DC6216">
              <w:rPr>
                <w:rFonts w:ascii="Times New Roman" w:hAnsi="Times New Roman"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itp.).</w:t>
            </w:r>
          </w:p>
        </w:tc>
      </w:tr>
      <w:tr w:rsidR="00EB6A63" w:rsidRPr="00DC6216" w14:paraId="7A59D12A" w14:textId="77777777" w:rsidTr="00923D7D">
        <w:tc>
          <w:tcPr>
            <w:tcW w:w="9639" w:type="dxa"/>
          </w:tcPr>
          <w:p w14:paraId="14898256" w14:textId="6BFCC7A6" w:rsidR="00EB6A63" w:rsidRPr="00DC6216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Zjawiska patologiczne w życiu rodziny, analiza przypadków. Kryzys w rodzinie</w:t>
            </w:r>
            <w:r w:rsidR="00786620" w:rsidRPr="00DC6216">
              <w:rPr>
                <w:rFonts w:ascii="Times New Roman" w:hAnsi="Times New Roman"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i reakcje dzieci. Metody wspierania rodziny w sytuacji zaniedbywania dzieci w</w:t>
            </w:r>
            <w:r w:rsidR="00786620" w:rsidRPr="00DC6216">
              <w:rPr>
                <w:rFonts w:ascii="Times New Roman" w:hAnsi="Times New Roman"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rodzinie.</w:t>
            </w:r>
          </w:p>
        </w:tc>
      </w:tr>
      <w:tr w:rsidR="00EB6A63" w:rsidRPr="00DC6216" w14:paraId="206FF06A" w14:textId="77777777" w:rsidTr="00923D7D">
        <w:tc>
          <w:tcPr>
            <w:tcW w:w="9639" w:type="dxa"/>
          </w:tcPr>
          <w:p w14:paraId="1C5FC0B0" w14:textId="7871CCCD" w:rsidR="00EB6A63" w:rsidRPr="00DC6216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Przemoc wobec dziecka w rodzinie (przyczyny, przejawy, interwencja, terapia,</w:t>
            </w:r>
            <w:r w:rsidR="00786620" w:rsidRPr="00DC6216">
              <w:rPr>
                <w:rFonts w:ascii="Times New Roman" w:hAnsi="Times New Roman"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profilaktyka), egzemplifikacje.</w:t>
            </w:r>
          </w:p>
        </w:tc>
      </w:tr>
      <w:tr w:rsidR="00EB6A63" w:rsidRPr="00DC6216" w14:paraId="0A426B25" w14:textId="77777777" w:rsidTr="00923D7D">
        <w:tc>
          <w:tcPr>
            <w:tcW w:w="9639" w:type="dxa"/>
          </w:tcPr>
          <w:p w14:paraId="5F3EE0C9" w14:textId="3ECF73DF" w:rsidR="00EB6A63" w:rsidRPr="00DC6216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Społeczne wsparcie rodzin polskich (wspomaganie instytucjonalne, socjalne i pedagogiczne). Rola ojca w rodzinie, zadania.</w:t>
            </w:r>
          </w:p>
        </w:tc>
      </w:tr>
      <w:tr w:rsidR="00EB6A63" w:rsidRPr="00DC6216" w14:paraId="2611E5FA" w14:textId="77777777" w:rsidTr="00923D7D">
        <w:tc>
          <w:tcPr>
            <w:tcW w:w="9639" w:type="dxa"/>
          </w:tcPr>
          <w:p w14:paraId="21D93D50" w14:textId="34B759EB" w:rsidR="00EB6A63" w:rsidRPr="00DC6216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Rodzinne uwarunkowania podejmowania 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zachowań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ryzykownych i  przestępczości nieletnich.</w:t>
            </w:r>
          </w:p>
        </w:tc>
      </w:tr>
      <w:tr w:rsidR="00EB6A63" w:rsidRPr="00DC6216" w14:paraId="5F94EB7E" w14:textId="77777777" w:rsidTr="00923D7D">
        <w:tc>
          <w:tcPr>
            <w:tcW w:w="9639" w:type="dxa"/>
          </w:tcPr>
          <w:p w14:paraId="155456DC" w14:textId="1CC8B3CB" w:rsidR="00EB6A63" w:rsidRPr="00DC6216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Relacje pomiędzy współczesną szkołą i rodzicami. Wpływ rodziny na start społeczny</w:t>
            </w:r>
            <w:r w:rsidR="00786620" w:rsidRPr="00DC6216">
              <w:rPr>
                <w:rFonts w:ascii="Times New Roman" w:hAnsi="Times New Roman"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i edukacyjny dzieci i młodzieży.</w:t>
            </w:r>
          </w:p>
        </w:tc>
      </w:tr>
      <w:tr w:rsidR="00EB6A63" w:rsidRPr="00DC6216" w14:paraId="28069A23" w14:textId="77777777" w:rsidTr="00923D7D">
        <w:tc>
          <w:tcPr>
            <w:tcW w:w="9639" w:type="dxa"/>
          </w:tcPr>
          <w:p w14:paraId="762296F8" w14:textId="3808D159" w:rsidR="00EB6A63" w:rsidRPr="00DC6216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Kierunki rozwoju współpracy rodziny i szkoły, akty prawne. Metody</w:t>
            </w:r>
            <w:r w:rsidR="00786620" w:rsidRPr="00DC6216">
              <w:rPr>
                <w:rFonts w:ascii="Times New Roman" w:hAnsi="Times New Roman"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wychowania w rodzinie.</w:t>
            </w:r>
          </w:p>
        </w:tc>
      </w:tr>
      <w:tr w:rsidR="00EB6A63" w:rsidRPr="00DC6216" w14:paraId="74A75010" w14:textId="77777777" w:rsidTr="00923D7D">
        <w:tc>
          <w:tcPr>
            <w:tcW w:w="9639" w:type="dxa"/>
          </w:tcPr>
          <w:p w14:paraId="6EB01876" w14:textId="537717ED" w:rsidR="00EB6A63" w:rsidRPr="00DC6216" w:rsidRDefault="00EB6A63" w:rsidP="0078662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Rola rodziny w procesie edukacji zdrowotnej i moralnej dzieci i młodzieży</w:t>
            </w:r>
            <w:r w:rsidR="00786620" w:rsidRPr="00DC6216">
              <w:rPr>
                <w:rFonts w:ascii="Times New Roman" w:hAnsi="Times New Roman"/>
                <w:lang w:eastAsia="pl-PL"/>
              </w:rPr>
              <w:t>.</w:t>
            </w:r>
          </w:p>
        </w:tc>
      </w:tr>
    </w:tbl>
    <w:p w14:paraId="092B99A2" w14:textId="77777777" w:rsidR="0085747A" w:rsidRPr="00DC621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17D2A26A" w14:textId="77777777" w:rsidR="00CD292D" w:rsidRPr="00DC6216" w:rsidRDefault="00CD292D" w:rsidP="00DC6216">
      <w:pPr>
        <w:pStyle w:val="Punktygwne"/>
        <w:spacing w:before="0" w:after="0"/>
        <w:rPr>
          <w:smallCaps w:val="0"/>
          <w:sz w:val="22"/>
        </w:rPr>
      </w:pPr>
    </w:p>
    <w:p w14:paraId="68B182D0" w14:textId="42DC4868" w:rsidR="0085747A" w:rsidRPr="00DC6216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DC6216">
        <w:rPr>
          <w:smallCaps w:val="0"/>
          <w:sz w:val="22"/>
        </w:rPr>
        <w:t>3.4 Metody dydaktyczne</w:t>
      </w:r>
      <w:r w:rsidRPr="00DC6216">
        <w:rPr>
          <w:b w:val="0"/>
          <w:smallCaps w:val="0"/>
          <w:sz w:val="22"/>
        </w:rPr>
        <w:t xml:space="preserve"> </w:t>
      </w:r>
    </w:p>
    <w:p w14:paraId="7CF450C8" w14:textId="77777777" w:rsidR="0085747A" w:rsidRPr="00DC621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70F392B5" w14:textId="77777777" w:rsidR="00E95460" w:rsidRPr="00DC6216" w:rsidRDefault="00E95460" w:rsidP="00DC621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lang w:eastAsia="pl-PL"/>
        </w:rPr>
      </w:pPr>
      <w:r w:rsidRPr="00DC6216">
        <w:rPr>
          <w:rFonts w:ascii="Times New Roman" w:hAnsi="Times New Roman"/>
          <w:lang w:eastAsia="pl-PL"/>
        </w:rPr>
        <w:t xml:space="preserve">Wykład problemowy, wykład z prezentacją multimedialną, film, </w:t>
      </w:r>
    </w:p>
    <w:p w14:paraId="274E4DC2" w14:textId="164E7135" w:rsidR="00E960BB" w:rsidRPr="00DC6216" w:rsidRDefault="00E95460" w:rsidP="00DC621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</w:rPr>
      </w:pPr>
      <w:r w:rsidRPr="00DC6216">
        <w:rPr>
          <w:rFonts w:ascii="Times New Roman" w:hAnsi="Times New Roman"/>
          <w:lang w:eastAsia="pl-PL"/>
        </w:rPr>
        <w:t>Ćwiczenia projekcyjne, dyskusja, praca w grupach.</w:t>
      </w:r>
    </w:p>
    <w:p w14:paraId="0209D9DB" w14:textId="77777777" w:rsidR="00E960BB" w:rsidRPr="00DC621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4EF759E2" w14:textId="77777777" w:rsidR="0085747A" w:rsidRPr="00DC621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DC6216">
        <w:rPr>
          <w:smallCaps w:val="0"/>
          <w:sz w:val="22"/>
        </w:rPr>
        <w:t xml:space="preserve">4. </w:t>
      </w:r>
      <w:r w:rsidR="0085747A" w:rsidRPr="00DC6216">
        <w:rPr>
          <w:smallCaps w:val="0"/>
          <w:sz w:val="22"/>
        </w:rPr>
        <w:t>METODY I KRYTERIA OCENY</w:t>
      </w:r>
      <w:r w:rsidR="009F4610" w:rsidRPr="00DC6216">
        <w:rPr>
          <w:smallCaps w:val="0"/>
          <w:sz w:val="22"/>
        </w:rPr>
        <w:t xml:space="preserve"> </w:t>
      </w:r>
    </w:p>
    <w:p w14:paraId="02401D35" w14:textId="77777777" w:rsidR="00923D7D" w:rsidRPr="00DC621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70AD2629" w14:textId="77777777" w:rsidR="0085747A" w:rsidRPr="00DC6216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DC6216">
        <w:rPr>
          <w:smallCaps w:val="0"/>
          <w:sz w:val="22"/>
        </w:rPr>
        <w:t xml:space="preserve">4.1 Sposoby weryfikacji efektów </w:t>
      </w:r>
      <w:r w:rsidR="00C05F44" w:rsidRPr="00DC6216">
        <w:rPr>
          <w:smallCaps w:val="0"/>
          <w:sz w:val="22"/>
        </w:rPr>
        <w:t>uczenia się</w:t>
      </w:r>
    </w:p>
    <w:p w14:paraId="3D9DDDAC" w14:textId="77777777" w:rsidR="0085747A" w:rsidRPr="00DC621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C6216" w14:paraId="17868262" w14:textId="77777777" w:rsidTr="00E95460">
        <w:tc>
          <w:tcPr>
            <w:tcW w:w="1962" w:type="dxa"/>
            <w:vAlign w:val="center"/>
          </w:tcPr>
          <w:p w14:paraId="6C4DD3BE" w14:textId="34E0CF92" w:rsidR="0085747A" w:rsidRPr="00DC6216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C10C13" w14:textId="5ACD0D2C" w:rsidR="0085747A" w:rsidRPr="00DC6216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DC6216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DC6216" w:rsidRPr="00DC6216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14:paraId="08F8E5AF" w14:textId="77777777" w:rsidR="0085747A" w:rsidRPr="00DC6216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DC6216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F902791" w14:textId="77777777" w:rsidR="00923D7D" w:rsidRPr="00DC621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684AC578" w14:textId="077F2C07" w:rsidR="0085747A" w:rsidRPr="00DC621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(w, ćw</w:t>
            </w:r>
            <w:r w:rsidR="00DC6216">
              <w:rPr>
                <w:b w:val="0"/>
                <w:smallCaps w:val="0"/>
                <w:sz w:val="22"/>
              </w:rPr>
              <w:t>.</w:t>
            </w:r>
            <w:r w:rsidRPr="00DC6216">
              <w:rPr>
                <w:b w:val="0"/>
                <w:smallCaps w:val="0"/>
                <w:sz w:val="22"/>
              </w:rPr>
              <w:t>, …)</w:t>
            </w:r>
          </w:p>
        </w:tc>
      </w:tr>
      <w:tr w:rsidR="00786620" w:rsidRPr="00DC6216" w14:paraId="7DFE64F3" w14:textId="77777777" w:rsidTr="00E95460">
        <w:tc>
          <w:tcPr>
            <w:tcW w:w="1962" w:type="dxa"/>
          </w:tcPr>
          <w:p w14:paraId="1E44B1C3" w14:textId="10AB850B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Ek_ 01</w:t>
            </w:r>
          </w:p>
        </w:tc>
        <w:tc>
          <w:tcPr>
            <w:tcW w:w="5441" w:type="dxa"/>
          </w:tcPr>
          <w:p w14:paraId="4C64363E" w14:textId="02D94CEC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trike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  <w:lang w:eastAsia="pl-PL"/>
              </w:rPr>
              <w:t>Egzamin, kolokwium</w:t>
            </w:r>
            <w:r w:rsidR="006017FC" w:rsidRPr="00DC6216">
              <w:rPr>
                <w:b w:val="0"/>
                <w:bCs/>
                <w:smallCaps w:val="0"/>
                <w:sz w:val="22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3B81CF67" w14:textId="0F2A594B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Wykład, ćwiczenia</w:t>
            </w:r>
          </w:p>
        </w:tc>
      </w:tr>
      <w:tr w:rsidR="00786620" w:rsidRPr="00DC6216" w14:paraId="1B3714B7" w14:textId="77777777" w:rsidTr="00E95460">
        <w:tc>
          <w:tcPr>
            <w:tcW w:w="1962" w:type="dxa"/>
          </w:tcPr>
          <w:p w14:paraId="2373C9DF" w14:textId="77777777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2C1432C6" w14:textId="6C32F1BE" w:rsidR="00786620" w:rsidRPr="00DC6216" w:rsidRDefault="00786620" w:rsidP="00786620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  <w:lang w:eastAsia="pl-PL"/>
              </w:rPr>
              <w:t>Egzamin, kolokwium</w:t>
            </w:r>
            <w:r w:rsidR="006017FC" w:rsidRPr="00DC6216">
              <w:rPr>
                <w:b w:val="0"/>
                <w:bCs/>
                <w:smallCaps w:val="0"/>
                <w:sz w:val="22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1DECA9B4" w14:textId="4F8B9CDC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Wykład, ćwiczenia</w:t>
            </w:r>
          </w:p>
        </w:tc>
      </w:tr>
      <w:tr w:rsidR="00786620" w:rsidRPr="00DC6216" w14:paraId="44FC9599" w14:textId="77777777" w:rsidTr="00E95460">
        <w:tc>
          <w:tcPr>
            <w:tcW w:w="1962" w:type="dxa"/>
          </w:tcPr>
          <w:p w14:paraId="18C1446E" w14:textId="28C3EA7B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Ek_ 03</w:t>
            </w:r>
          </w:p>
        </w:tc>
        <w:tc>
          <w:tcPr>
            <w:tcW w:w="5441" w:type="dxa"/>
          </w:tcPr>
          <w:p w14:paraId="496AED2D" w14:textId="3D9C115C" w:rsidR="00786620" w:rsidRPr="00DC6216" w:rsidRDefault="00786620" w:rsidP="00786620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  <w:lang w:eastAsia="pl-PL"/>
              </w:rPr>
              <w:t>Egzamin, kolokwium</w:t>
            </w:r>
            <w:r w:rsidR="006017FC" w:rsidRPr="00DC6216">
              <w:rPr>
                <w:b w:val="0"/>
                <w:bCs/>
                <w:smallCaps w:val="0"/>
                <w:sz w:val="22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2619C08D" w14:textId="6BBF47AD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Wykład, ćwiczenia</w:t>
            </w:r>
          </w:p>
        </w:tc>
      </w:tr>
      <w:tr w:rsidR="00786620" w:rsidRPr="00DC6216" w14:paraId="6CDC83CA" w14:textId="77777777" w:rsidTr="00E95460">
        <w:tc>
          <w:tcPr>
            <w:tcW w:w="1962" w:type="dxa"/>
          </w:tcPr>
          <w:p w14:paraId="71F11692" w14:textId="50B5428C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Ek_ 04</w:t>
            </w:r>
          </w:p>
        </w:tc>
        <w:tc>
          <w:tcPr>
            <w:tcW w:w="5441" w:type="dxa"/>
          </w:tcPr>
          <w:p w14:paraId="48FBCDDC" w14:textId="7B0A3DFD" w:rsidR="00786620" w:rsidRPr="00DC6216" w:rsidRDefault="00786620" w:rsidP="00786620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  <w:lang w:eastAsia="pl-PL"/>
              </w:rPr>
              <w:t>Egzamin, kolokwium</w:t>
            </w:r>
            <w:r w:rsidR="006017FC" w:rsidRPr="00DC6216">
              <w:rPr>
                <w:b w:val="0"/>
                <w:bCs/>
                <w:smallCaps w:val="0"/>
                <w:sz w:val="22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7F153D45" w14:textId="75183A3F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Wykład, ćwiczenia</w:t>
            </w:r>
          </w:p>
        </w:tc>
      </w:tr>
      <w:tr w:rsidR="00786620" w:rsidRPr="00DC6216" w14:paraId="098C80AC" w14:textId="77777777" w:rsidTr="00E95460">
        <w:tc>
          <w:tcPr>
            <w:tcW w:w="1962" w:type="dxa"/>
          </w:tcPr>
          <w:p w14:paraId="077B5EAC" w14:textId="6BD764F8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Ek_ 05</w:t>
            </w:r>
          </w:p>
        </w:tc>
        <w:tc>
          <w:tcPr>
            <w:tcW w:w="5441" w:type="dxa"/>
          </w:tcPr>
          <w:p w14:paraId="22EBA86E" w14:textId="3BB7709A" w:rsidR="00786620" w:rsidRPr="00DC6216" w:rsidRDefault="00786620" w:rsidP="00786620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  <w:lang w:eastAsia="pl-PL"/>
              </w:rPr>
              <w:t>Egzamin, kolokwium</w:t>
            </w:r>
            <w:r w:rsidR="006017FC" w:rsidRPr="00DC6216">
              <w:rPr>
                <w:b w:val="0"/>
                <w:bCs/>
                <w:smallCaps w:val="0"/>
                <w:sz w:val="22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45A9436D" w14:textId="1AB4AFD1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Wykład, ćwiczenia</w:t>
            </w:r>
          </w:p>
        </w:tc>
      </w:tr>
      <w:tr w:rsidR="00786620" w:rsidRPr="00DC6216" w14:paraId="143FA177" w14:textId="77777777" w:rsidTr="00E95460">
        <w:tc>
          <w:tcPr>
            <w:tcW w:w="1962" w:type="dxa"/>
          </w:tcPr>
          <w:p w14:paraId="7DC458B8" w14:textId="3B28BF3D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Ek_ 06</w:t>
            </w:r>
          </w:p>
        </w:tc>
        <w:tc>
          <w:tcPr>
            <w:tcW w:w="5441" w:type="dxa"/>
          </w:tcPr>
          <w:p w14:paraId="708C8AE5" w14:textId="56057F4A" w:rsidR="00786620" w:rsidRPr="00DC6216" w:rsidRDefault="00786620" w:rsidP="00786620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DC6216">
              <w:rPr>
                <w:b w:val="0"/>
                <w:bCs/>
                <w:smallCaps w:val="0"/>
                <w:sz w:val="22"/>
                <w:lang w:eastAsia="pl-PL"/>
              </w:rPr>
              <w:t>Egzamin, kolokwium</w:t>
            </w:r>
            <w:r w:rsidR="006017FC" w:rsidRPr="00DC6216">
              <w:rPr>
                <w:b w:val="0"/>
                <w:bCs/>
                <w:smallCaps w:val="0"/>
                <w:sz w:val="22"/>
                <w:lang w:eastAsia="pl-PL"/>
              </w:rPr>
              <w:t>, praca projektowa</w:t>
            </w:r>
          </w:p>
        </w:tc>
        <w:tc>
          <w:tcPr>
            <w:tcW w:w="2117" w:type="dxa"/>
          </w:tcPr>
          <w:p w14:paraId="5AB95D5D" w14:textId="1F1D0468" w:rsidR="00786620" w:rsidRPr="00DC6216" w:rsidRDefault="00786620" w:rsidP="0078662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Wykład, ćwiczenia</w:t>
            </w:r>
          </w:p>
        </w:tc>
      </w:tr>
    </w:tbl>
    <w:p w14:paraId="3B4116E5" w14:textId="77777777" w:rsidR="00E95460" w:rsidRPr="00DC6216" w:rsidRDefault="00E95460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65583206" w14:textId="253D49B3" w:rsidR="0085747A" w:rsidRPr="00DC6216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DC6216">
        <w:rPr>
          <w:smallCaps w:val="0"/>
          <w:sz w:val="22"/>
        </w:rPr>
        <w:lastRenderedPageBreak/>
        <w:t xml:space="preserve">4.2 </w:t>
      </w:r>
      <w:r w:rsidR="0085747A" w:rsidRPr="00DC6216">
        <w:rPr>
          <w:smallCaps w:val="0"/>
          <w:sz w:val="22"/>
        </w:rPr>
        <w:t>Warunki zaliczenia przedmiotu (kryteria oceniania)</w:t>
      </w:r>
      <w:r w:rsidR="00923D7D" w:rsidRPr="00DC6216">
        <w:rPr>
          <w:smallCaps w:val="0"/>
          <w:sz w:val="22"/>
        </w:rPr>
        <w:t xml:space="preserve"> </w:t>
      </w:r>
    </w:p>
    <w:p w14:paraId="0383ECA5" w14:textId="77777777" w:rsidR="00923D7D" w:rsidRPr="00DC6216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6216" w14:paraId="354BD1B2" w14:textId="77777777" w:rsidTr="00923D7D">
        <w:tc>
          <w:tcPr>
            <w:tcW w:w="9670" w:type="dxa"/>
          </w:tcPr>
          <w:p w14:paraId="015BCCF6" w14:textId="546DC26A" w:rsidR="00434BAA" w:rsidRPr="00DC6216" w:rsidRDefault="00434BAA" w:rsidP="00434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Zaliczenie wykładu na podstawie obowiązkowej obecnośc</w:t>
            </w:r>
            <w:r w:rsidR="00442F69" w:rsidRPr="00DC6216">
              <w:rPr>
                <w:rFonts w:ascii="Times New Roman" w:hAnsi="Times New Roman"/>
                <w:lang w:eastAsia="pl-PL"/>
              </w:rPr>
              <w:t>i</w:t>
            </w:r>
            <w:r w:rsidRPr="00DC6216">
              <w:rPr>
                <w:rFonts w:ascii="Times New Roman" w:hAnsi="Times New Roman"/>
                <w:lang w:eastAsia="pl-PL"/>
              </w:rPr>
              <w:t>,</w:t>
            </w:r>
          </w:p>
          <w:p w14:paraId="39D2A01B" w14:textId="004EF25A" w:rsidR="00434BAA" w:rsidRPr="00DC6216" w:rsidRDefault="00434BAA" w:rsidP="00434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napisanie testu egzaminującego wiedzę studenta i umiejętności</w:t>
            </w:r>
            <w:r w:rsidR="00442F69" w:rsidRPr="00DC6216">
              <w:rPr>
                <w:rFonts w:ascii="Times New Roman" w:hAnsi="Times New Roman"/>
                <w:lang w:eastAsia="pl-PL"/>
              </w:rPr>
              <w:t xml:space="preserve"> (egzamin obejmuje treści kształcenia realizowane na wykładach i ćwiczeniach- 3 pytania opisowe)</w:t>
            </w:r>
            <w:r w:rsidRPr="00DC6216">
              <w:rPr>
                <w:rFonts w:ascii="Times New Roman" w:hAnsi="Times New Roman"/>
                <w:lang w:eastAsia="pl-PL"/>
              </w:rPr>
              <w:t>.</w:t>
            </w:r>
          </w:p>
          <w:p w14:paraId="60550220" w14:textId="77777777" w:rsidR="00434BAA" w:rsidRPr="00DC6216" w:rsidRDefault="00434BAA" w:rsidP="00434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Zaliczenie ćwiczeń: zaliczenie z oceną;</w:t>
            </w:r>
          </w:p>
          <w:p w14:paraId="0822ACCC" w14:textId="61249442" w:rsidR="0085747A" w:rsidRPr="00DC6216" w:rsidRDefault="00434BAA" w:rsidP="00DC6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Przygotowanie do zajęć, przygotowany referat</w:t>
            </w:r>
            <w:r w:rsidR="006017FC" w:rsidRPr="00DC6216">
              <w:rPr>
                <w:rFonts w:ascii="Times New Roman" w:hAnsi="Times New Roman"/>
                <w:lang w:eastAsia="pl-PL"/>
              </w:rPr>
              <w:t xml:space="preserve"> (praca projektowa)</w:t>
            </w:r>
            <w:r w:rsidRPr="00DC6216">
              <w:rPr>
                <w:rFonts w:ascii="Times New Roman" w:hAnsi="Times New Roman"/>
                <w:lang w:eastAsia="pl-PL"/>
              </w:rPr>
              <w:t xml:space="preserve">, </w:t>
            </w:r>
            <w:r w:rsidR="00442F69" w:rsidRPr="00DC6216">
              <w:rPr>
                <w:rFonts w:ascii="Times New Roman" w:hAnsi="Times New Roman"/>
                <w:lang w:eastAsia="pl-PL"/>
              </w:rPr>
              <w:t xml:space="preserve">aktywność na zajęciach, </w:t>
            </w:r>
            <w:r w:rsidRPr="00DC6216">
              <w:rPr>
                <w:rFonts w:ascii="Times New Roman" w:hAnsi="Times New Roman"/>
                <w:lang w:eastAsia="pl-PL"/>
              </w:rPr>
              <w:t>pozytywna ocena z</w:t>
            </w:r>
            <w:r w:rsidR="00442F69" w:rsidRPr="00DC6216">
              <w:rPr>
                <w:rFonts w:ascii="Times New Roman" w:hAnsi="Times New Roman"/>
                <w:lang w:eastAsia="pl-PL"/>
              </w:rPr>
              <w:t> </w:t>
            </w:r>
            <w:r w:rsidRPr="00DC6216">
              <w:rPr>
                <w:rFonts w:ascii="Times New Roman" w:hAnsi="Times New Roman"/>
                <w:lang w:eastAsia="pl-PL"/>
              </w:rPr>
              <w:t>kolokwium</w:t>
            </w:r>
          </w:p>
        </w:tc>
      </w:tr>
    </w:tbl>
    <w:p w14:paraId="38B86D5C" w14:textId="77777777" w:rsidR="0085747A" w:rsidRPr="00DC621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16483825" w14:textId="53589CCA" w:rsidR="009F4610" w:rsidRPr="00DC621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DC6216">
        <w:rPr>
          <w:rFonts w:ascii="Times New Roman" w:hAnsi="Times New Roman"/>
          <w:b/>
        </w:rPr>
        <w:t xml:space="preserve">5. </w:t>
      </w:r>
      <w:r w:rsidR="00DC6216">
        <w:rPr>
          <w:rFonts w:ascii="Times New Roman" w:hAnsi="Times New Roman"/>
          <w:b/>
        </w:rPr>
        <w:tab/>
      </w:r>
      <w:r w:rsidR="00C61DC5" w:rsidRPr="00DC6216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6B9E8F1F" w14:textId="77777777" w:rsidR="0085747A" w:rsidRPr="00DC621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DC6216" w14:paraId="66E3F0D7" w14:textId="77777777" w:rsidTr="003E1941">
        <w:tc>
          <w:tcPr>
            <w:tcW w:w="4962" w:type="dxa"/>
            <w:vAlign w:val="center"/>
          </w:tcPr>
          <w:p w14:paraId="3CE5947E" w14:textId="77777777" w:rsidR="0085747A" w:rsidRPr="00DC62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6216">
              <w:rPr>
                <w:rFonts w:ascii="Times New Roman" w:hAnsi="Times New Roman"/>
                <w:b/>
              </w:rPr>
              <w:t>Forma a</w:t>
            </w:r>
            <w:r w:rsidR="0085747A" w:rsidRPr="00DC6216">
              <w:rPr>
                <w:rFonts w:ascii="Times New Roman" w:hAnsi="Times New Roman"/>
                <w:b/>
              </w:rPr>
              <w:t>ktywnoś</w:t>
            </w:r>
            <w:r w:rsidRPr="00DC6216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4E7E85E8" w14:textId="77777777" w:rsidR="0085747A" w:rsidRPr="00DC62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6216">
              <w:rPr>
                <w:rFonts w:ascii="Times New Roman" w:hAnsi="Times New Roman"/>
                <w:b/>
              </w:rPr>
              <w:t>Średnia l</w:t>
            </w:r>
            <w:r w:rsidR="0085747A" w:rsidRPr="00DC6216">
              <w:rPr>
                <w:rFonts w:ascii="Times New Roman" w:hAnsi="Times New Roman"/>
                <w:b/>
              </w:rPr>
              <w:t>iczba godzin</w:t>
            </w:r>
            <w:r w:rsidR="0071620A" w:rsidRPr="00DC6216">
              <w:rPr>
                <w:rFonts w:ascii="Times New Roman" w:hAnsi="Times New Roman"/>
                <w:b/>
              </w:rPr>
              <w:t xml:space="preserve"> </w:t>
            </w:r>
            <w:r w:rsidRPr="00DC6216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DC6216" w14:paraId="41D953DF" w14:textId="77777777" w:rsidTr="00923D7D">
        <w:tc>
          <w:tcPr>
            <w:tcW w:w="4962" w:type="dxa"/>
          </w:tcPr>
          <w:p w14:paraId="519B66F5" w14:textId="77777777" w:rsidR="0085747A" w:rsidRPr="00DC6216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</w:rPr>
              <w:t>G</w:t>
            </w:r>
            <w:r w:rsidR="0085747A" w:rsidRPr="00DC6216">
              <w:rPr>
                <w:rFonts w:ascii="Times New Roman" w:hAnsi="Times New Roman"/>
              </w:rPr>
              <w:t xml:space="preserve">odziny </w:t>
            </w:r>
            <w:r w:rsidRPr="00DC6216">
              <w:rPr>
                <w:rFonts w:ascii="Times New Roman" w:hAnsi="Times New Roman"/>
              </w:rPr>
              <w:t>kontaktowe</w:t>
            </w:r>
            <w:r w:rsidR="0085747A" w:rsidRPr="00DC6216">
              <w:rPr>
                <w:rFonts w:ascii="Times New Roman" w:hAnsi="Times New Roman"/>
              </w:rPr>
              <w:t xml:space="preserve"> w</w:t>
            </w:r>
            <w:r w:rsidRPr="00DC6216">
              <w:rPr>
                <w:rFonts w:ascii="Times New Roman" w:hAnsi="Times New Roman"/>
              </w:rPr>
              <w:t>ynikające</w:t>
            </w:r>
            <w:r w:rsidR="0085747A" w:rsidRPr="00DC6216">
              <w:rPr>
                <w:rFonts w:ascii="Times New Roman" w:hAnsi="Times New Roman"/>
              </w:rPr>
              <w:t xml:space="preserve"> z</w:t>
            </w:r>
            <w:r w:rsidR="009C1331" w:rsidRPr="00DC6216">
              <w:rPr>
                <w:rFonts w:ascii="Times New Roman" w:hAnsi="Times New Roman"/>
              </w:rPr>
              <w:t> </w:t>
            </w:r>
            <w:r w:rsidR="0045729E" w:rsidRPr="00DC6216">
              <w:rPr>
                <w:rFonts w:ascii="Times New Roman" w:hAnsi="Times New Roman"/>
              </w:rPr>
              <w:t>harmonogramu</w:t>
            </w:r>
            <w:r w:rsidR="0085747A" w:rsidRPr="00DC6216">
              <w:rPr>
                <w:rFonts w:ascii="Times New Roman" w:hAnsi="Times New Roman"/>
              </w:rPr>
              <w:t xml:space="preserve"> </w:t>
            </w:r>
            <w:r w:rsidRPr="00DC6216">
              <w:rPr>
                <w:rFonts w:ascii="Times New Roman" w:hAnsi="Times New Roman"/>
              </w:rPr>
              <w:t>studiów</w:t>
            </w:r>
            <w:r w:rsidR="0045729E" w:rsidRPr="00DC621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14:paraId="51C9B2B3" w14:textId="7E828C07" w:rsidR="0085747A" w:rsidRPr="00DC6216" w:rsidRDefault="00786620" w:rsidP="008235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6216">
              <w:rPr>
                <w:rFonts w:ascii="Times New Roman" w:hAnsi="Times New Roman"/>
                <w:b/>
              </w:rPr>
              <w:t>75</w:t>
            </w:r>
          </w:p>
        </w:tc>
      </w:tr>
      <w:tr w:rsidR="00C61DC5" w:rsidRPr="00DC6216" w14:paraId="6655E52E" w14:textId="77777777" w:rsidTr="00923D7D">
        <w:tc>
          <w:tcPr>
            <w:tcW w:w="4962" w:type="dxa"/>
          </w:tcPr>
          <w:p w14:paraId="4973597E" w14:textId="77777777" w:rsidR="00C61DC5" w:rsidRPr="00DC621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</w:rPr>
              <w:t>Inne z udziałem nauczyciela</w:t>
            </w:r>
            <w:r w:rsidR="0045729E" w:rsidRPr="00DC6216">
              <w:rPr>
                <w:rFonts w:ascii="Times New Roman" w:hAnsi="Times New Roman"/>
              </w:rPr>
              <w:t xml:space="preserve"> akademickiego</w:t>
            </w:r>
          </w:p>
          <w:p w14:paraId="693D1B8D" w14:textId="77777777" w:rsidR="00C61DC5" w:rsidRPr="00DC621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6856D5D3" w14:textId="1A2D3F8C" w:rsidR="00C61DC5" w:rsidRPr="00DC6216" w:rsidRDefault="00E21FA4" w:rsidP="008235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</w:rPr>
              <w:t>5</w:t>
            </w:r>
          </w:p>
        </w:tc>
      </w:tr>
      <w:tr w:rsidR="00C61DC5" w:rsidRPr="00DC6216" w14:paraId="7FAFCE20" w14:textId="77777777" w:rsidTr="00923D7D">
        <w:tc>
          <w:tcPr>
            <w:tcW w:w="4962" w:type="dxa"/>
          </w:tcPr>
          <w:p w14:paraId="0845F446" w14:textId="77777777" w:rsidR="0071620A" w:rsidRPr="00DC621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</w:rPr>
              <w:t>Godziny niekontaktowe – praca własna studenta</w:t>
            </w:r>
          </w:p>
          <w:p w14:paraId="7EB8DDBE" w14:textId="194C179D" w:rsidR="00C61DC5" w:rsidRPr="00DC621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</w:rPr>
              <w:t xml:space="preserve">(przygotowanie do zajęć, </w:t>
            </w:r>
            <w:r w:rsidR="00786620" w:rsidRPr="00DC6216">
              <w:rPr>
                <w:rFonts w:ascii="Times New Roman" w:hAnsi="Times New Roman"/>
              </w:rPr>
              <w:t xml:space="preserve">przygotowanie do kolokwium, przygotowanie do egzaminu, </w:t>
            </w:r>
            <w:r w:rsidRPr="00DC6216">
              <w:rPr>
                <w:rFonts w:ascii="Times New Roman" w:hAnsi="Times New Roman"/>
              </w:rPr>
              <w:t xml:space="preserve">napisanie </w:t>
            </w:r>
            <w:r w:rsidR="006017FC" w:rsidRPr="00DC6216">
              <w:rPr>
                <w:rFonts w:ascii="Times New Roman" w:hAnsi="Times New Roman"/>
              </w:rPr>
              <w:t>pracy projektowej</w:t>
            </w:r>
            <w:r w:rsidRPr="00DC6216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14:paraId="151FCAB2" w14:textId="268123D9" w:rsidR="00C61DC5" w:rsidRPr="00DC6216" w:rsidRDefault="007D38C3" w:rsidP="008235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</w:rPr>
              <w:t>4</w:t>
            </w:r>
            <w:r w:rsidR="00E21FA4" w:rsidRPr="00DC6216">
              <w:rPr>
                <w:rFonts w:ascii="Times New Roman" w:hAnsi="Times New Roman"/>
              </w:rPr>
              <w:t>5</w:t>
            </w:r>
          </w:p>
        </w:tc>
      </w:tr>
      <w:tr w:rsidR="0085747A" w:rsidRPr="00DC6216" w14:paraId="67AC067C" w14:textId="77777777" w:rsidTr="00923D7D">
        <w:tc>
          <w:tcPr>
            <w:tcW w:w="4962" w:type="dxa"/>
          </w:tcPr>
          <w:p w14:paraId="16839C10" w14:textId="77777777" w:rsidR="0085747A" w:rsidRPr="00DC621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5206BDCB" w14:textId="75CB7AA7" w:rsidR="0085747A" w:rsidRPr="00DC6216" w:rsidRDefault="00E21FA4" w:rsidP="008235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6216">
              <w:rPr>
                <w:rFonts w:ascii="Times New Roman" w:hAnsi="Times New Roman"/>
              </w:rPr>
              <w:t>125</w:t>
            </w:r>
          </w:p>
        </w:tc>
      </w:tr>
      <w:tr w:rsidR="0085747A" w:rsidRPr="00DC6216" w14:paraId="78A80536" w14:textId="77777777" w:rsidTr="00923D7D">
        <w:tc>
          <w:tcPr>
            <w:tcW w:w="4962" w:type="dxa"/>
          </w:tcPr>
          <w:p w14:paraId="4D81B8E9" w14:textId="77777777" w:rsidR="0085747A" w:rsidRPr="00DC621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6216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049F91C6" w14:textId="77777777" w:rsidR="0085747A" w:rsidRPr="00DC6216" w:rsidRDefault="00636B95" w:rsidP="008235B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6216">
              <w:rPr>
                <w:rFonts w:ascii="Times New Roman" w:hAnsi="Times New Roman"/>
                <w:b/>
              </w:rPr>
              <w:t>5</w:t>
            </w:r>
          </w:p>
        </w:tc>
      </w:tr>
    </w:tbl>
    <w:p w14:paraId="60DCCFDE" w14:textId="77777777" w:rsidR="0085747A" w:rsidRPr="00DC621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DC6216">
        <w:rPr>
          <w:b w:val="0"/>
          <w:i/>
          <w:smallCaps w:val="0"/>
          <w:sz w:val="22"/>
        </w:rPr>
        <w:t xml:space="preserve">* </w:t>
      </w:r>
      <w:r w:rsidR="00C61DC5" w:rsidRPr="00DC6216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2EB943F6" w14:textId="77777777" w:rsidR="00A50CF4" w:rsidRPr="00DC6216" w:rsidRDefault="00A50CF4" w:rsidP="009C54AE">
      <w:pPr>
        <w:pStyle w:val="Punktygwne"/>
        <w:spacing w:before="0" w:after="0"/>
        <w:rPr>
          <w:smallCaps w:val="0"/>
          <w:sz w:val="22"/>
        </w:rPr>
      </w:pPr>
    </w:p>
    <w:p w14:paraId="4B6C9047" w14:textId="77777777" w:rsidR="00A50CF4" w:rsidRPr="00DC6216" w:rsidRDefault="00A50CF4" w:rsidP="009C54AE">
      <w:pPr>
        <w:pStyle w:val="Punktygwne"/>
        <w:spacing w:before="0" w:after="0"/>
        <w:rPr>
          <w:smallCaps w:val="0"/>
          <w:sz w:val="22"/>
        </w:rPr>
      </w:pPr>
    </w:p>
    <w:p w14:paraId="584665E8" w14:textId="1470EE24" w:rsidR="0085747A" w:rsidRPr="00DC6216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DC6216">
        <w:rPr>
          <w:smallCaps w:val="0"/>
          <w:sz w:val="22"/>
        </w:rPr>
        <w:t xml:space="preserve">6. </w:t>
      </w:r>
      <w:r w:rsidR="0085747A" w:rsidRPr="00DC6216">
        <w:rPr>
          <w:smallCaps w:val="0"/>
          <w:sz w:val="22"/>
        </w:rPr>
        <w:t>PRAKTYKI ZAWO</w:t>
      </w:r>
      <w:r w:rsidR="009C1331" w:rsidRPr="00DC6216">
        <w:rPr>
          <w:smallCaps w:val="0"/>
          <w:sz w:val="22"/>
        </w:rPr>
        <w:t>DOWE W RAMACH PRZEDMIOTU</w:t>
      </w:r>
    </w:p>
    <w:p w14:paraId="1FC057F7" w14:textId="77777777" w:rsidR="0085747A" w:rsidRPr="00DC6216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C6216" w14:paraId="6278F721" w14:textId="77777777" w:rsidTr="00DC6216">
        <w:trPr>
          <w:trHeight w:val="397"/>
        </w:trPr>
        <w:tc>
          <w:tcPr>
            <w:tcW w:w="3544" w:type="dxa"/>
          </w:tcPr>
          <w:p w14:paraId="30FB5AAD" w14:textId="77777777" w:rsidR="0085747A" w:rsidRPr="00DC621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35D25E50" w14:textId="77777777" w:rsidR="0085747A" w:rsidRPr="00DC6216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C6216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DC6216" w14:paraId="108F8481" w14:textId="77777777" w:rsidTr="00DC6216">
        <w:trPr>
          <w:trHeight w:val="397"/>
        </w:trPr>
        <w:tc>
          <w:tcPr>
            <w:tcW w:w="3544" w:type="dxa"/>
          </w:tcPr>
          <w:p w14:paraId="55ADA58C" w14:textId="77777777" w:rsidR="0085747A" w:rsidRPr="00DC621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1B4CFAB" w14:textId="77777777" w:rsidR="0085747A" w:rsidRPr="00DC6216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C6216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14:paraId="6CDAF0E0" w14:textId="77777777" w:rsidR="003E1941" w:rsidRPr="00DC6216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2657B212" w14:textId="77777777" w:rsidR="0085747A" w:rsidRPr="00DC6216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DC6216">
        <w:rPr>
          <w:smallCaps w:val="0"/>
          <w:sz w:val="22"/>
        </w:rPr>
        <w:t xml:space="preserve">7. </w:t>
      </w:r>
      <w:r w:rsidR="0085747A" w:rsidRPr="00DC6216">
        <w:rPr>
          <w:smallCaps w:val="0"/>
          <w:sz w:val="22"/>
        </w:rPr>
        <w:t>LITERATURA</w:t>
      </w:r>
      <w:r w:rsidRPr="00DC6216">
        <w:rPr>
          <w:smallCaps w:val="0"/>
          <w:sz w:val="22"/>
        </w:rPr>
        <w:t xml:space="preserve"> </w:t>
      </w:r>
    </w:p>
    <w:p w14:paraId="0D571736" w14:textId="77777777" w:rsidR="00675843" w:rsidRPr="00DC6216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C6216" w14:paraId="7766C984" w14:textId="77777777" w:rsidTr="00DC6216">
        <w:trPr>
          <w:trHeight w:val="397"/>
        </w:trPr>
        <w:tc>
          <w:tcPr>
            <w:tcW w:w="7513" w:type="dxa"/>
          </w:tcPr>
          <w:p w14:paraId="746B8B50" w14:textId="669EAA87" w:rsidR="0085747A" w:rsidRPr="00DC6216" w:rsidRDefault="0085747A" w:rsidP="008235BC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DC6216">
              <w:rPr>
                <w:smallCaps w:val="0"/>
                <w:sz w:val="22"/>
              </w:rPr>
              <w:t>Literatura podstawowa:</w:t>
            </w:r>
          </w:p>
          <w:p w14:paraId="7000FD3E" w14:textId="77777777" w:rsidR="00DC6216" w:rsidRPr="00DC6216" w:rsidRDefault="00DC6216" w:rsidP="008235BC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14:paraId="56D0C92E" w14:textId="77777777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Adamski F.,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Edukacja, rodzina, kultura,</w:t>
            </w:r>
            <w:r w:rsidRPr="00DC6216">
              <w:rPr>
                <w:rFonts w:ascii="Times New Roman" w:hAnsi="Times New Roman"/>
                <w:lang w:eastAsia="pl-PL"/>
              </w:rPr>
              <w:t xml:space="preserve"> Kraków 2001.</w:t>
            </w:r>
          </w:p>
          <w:p w14:paraId="254204FB" w14:textId="632517EF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Badora S, 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Czeredrecka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B.,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Rodzina i formy jej wspomagania,</w:t>
            </w:r>
            <w:r w:rsidR="007D38C3" w:rsidRPr="00DC6216">
              <w:rPr>
                <w:rFonts w:ascii="Times New Roman" w:hAnsi="Times New Roman"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Kraków 2001.</w:t>
            </w:r>
          </w:p>
          <w:p w14:paraId="734C1D0E" w14:textId="78AEFA4C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Barbaro B.,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Wprowadzenie do systemowego rozumienia</w:t>
            </w:r>
            <w:r w:rsidR="007D38C3"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 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rodziny,</w:t>
            </w:r>
            <w:r w:rsidRPr="00DC6216">
              <w:rPr>
                <w:rFonts w:ascii="Times New Roman" w:hAnsi="Times New Roman"/>
                <w:lang w:eastAsia="pl-PL"/>
              </w:rPr>
              <w:t xml:space="preserve"> Kraków 1999.</w:t>
            </w:r>
          </w:p>
          <w:p w14:paraId="095038CE" w14:textId="05A6E26A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Duraj-Nowakowa K., Gruca-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Miąsik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U.,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Rodzina, diagnoza,</w:t>
            </w:r>
            <w:r w:rsidR="007D38C3"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profilaktyka i wsparcie</w:t>
            </w:r>
            <w:r w:rsidR="007D38C3" w:rsidRPr="00DC6216">
              <w:rPr>
                <w:rFonts w:ascii="Times New Roman" w:hAnsi="Times New Roman"/>
                <w:i/>
                <w:iCs/>
                <w:lang w:eastAsia="pl-PL"/>
              </w:rPr>
              <w:t>,</w:t>
            </w:r>
            <w:r w:rsidRPr="00DC6216">
              <w:rPr>
                <w:rFonts w:ascii="Times New Roman" w:hAnsi="Times New Roman"/>
                <w:lang w:eastAsia="pl-PL"/>
              </w:rPr>
              <w:t xml:space="preserve"> Wyd. UR. Rzeszów 2009.</w:t>
            </w:r>
          </w:p>
          <w:p w14:paraId="42F57059" w14:textId="1FBBC196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Faber A., 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Mazlish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E.,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Jak mówić do nastolatków żeby nas</w:t>
            </w:r>
            <w:r w:rsidR="007D38C3"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słuchały, jak słuchać żeby z nami rozmawiały,</w:t>
            </w:r>
            <w:r w:rsidRPr="00DC6216">
              <w:rPr>
                <w:rFonts w:ascii="Times New Roman" w:hAnsi="Times New Roman"/>
                <w:lang w:eastAsia="pl-PL"/>
              </w:rPr>
              <w:t xml:space="preserve"> Poznań 2005.</w:t>
            </w:r>
          </w:p>
          <w:p w14:paraId="2B303FC6" w14:textId="38DF0320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Gawęcka M.,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Poczucie osamotnienia dziecka w rodzinie</w:t>
            </w:r>
            <w:r w:rsidR="007D38C3"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własnej, </w:t>
            </w:r>
            <w:r w:rsidRPr="00DC6216">
              <w:rPr>
                <w:rFonts w:ascii="Times New Roman" w:hAnsi="Times New Roman"/>
                <w:lang w:eastAsia="pl-PL"/>
              </w:rPr>
              <w:t>Toruń 2005</w:t>
            </w:r>
          </w:p>
          <w:p w14:paraId="4E0D69C9" w14:textId="178707AE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Gruca-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Miąsik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U.,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Rodzina toksyczna</w:t>
            </w:r>
            <w:r w:rsidRPr="00DC6216">
              <w:rPr>
                <w:rFonts w:ascii="Times New Roman" w:hAnsi="Times New Roman"/>
                <w:lang w:eastAsia="pl-PL"/>
              </w:rPr>
              <w:t xml:space="preserve"> [w:]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Encyklopedia </w:t>
            </w:r>
            <w:proofErr w:type="spellStart"/>
            <w:r w:rsidRPr="00DC6216">
              <w:rPr>
                <w:rFonts w:ascii="Times New Roman" w:hAnsi="Times New Roman"/>
                <w:i/>
                <w:iCs/>
                <w:lang w:eastAsia="pl-PL"/>
              </w:rPr>
              <w:t>XXIw</w:t>
            </w:r>
            <w:proofErr w:type="spellEnd"/>
            <w:r w:rsidRPr="00DC6216">
              <w:rPr>
                <w:rFonts w:ascii="Times New Roman" w:hAnsi="Times New Roman"/>
                <w:i/>
                <w:iCs/>
                <w:lang w:eastAsia="pl-PL"/>
              </w:rPr>
              <w:t>,</w:t>
            </w:r>
            <w:r w:rsidR="007D38C3" w:rsidRPr="00DC6216">
              <w:rPr>
                <w:rFonts w:ascii="Times New Roman" w:hAnsi="Times New Roman"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red. T. Pilch, Warszawa 2007.</w:t>
            </w:r>
          </w:p>
          <w:p w14:paraId="628EFC9B" w14:textId="1EC49C99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Gruca-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Miąsik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U.,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Pomoc, opieka, wsparcie dziecka i rodziny,</w:t>
            </w:r>
            <w:r w:rsidR="007D38C3"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Rzeszów 2006</w:t>
            </w:r>
          </w:p>
          <w:p w14:paraId="4CA2F35E" w14:textId="78ACB95D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Gruca-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Miąsik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U. (red.), </w:t>
            </w:r>
            <w:proofErr w:type="spellStart"/>
            <w:r w:rsidRPr="00DC6216">
              <w:rPr>
                <w:rFonts w:ascii="Times New Roman" w:hAnsi="Times New Roman"/>
                <w:i/>
                <w:iCs/>
                <w:lang w:eastAsia="pl-PL"/>
              </w:rPr>
              <w:t>Familiologia</w:t>
            </w:r>
            <w:proofErr w:type="spellEnd"/>
            <w:r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 XXI wieku,</w:t>
            </w:r>
            <w:r w:rsidRPr="00DC6216">
              <w:rPr>
                <w:rFonts w:ascii="Times New Roman" w:hAnsi="Times New Roman"/>
                <w:lang w:eastAsia="pl-PL"/>
              </w:rPr>
              <w:t xml:space="preserve"> Rzeszów</w:t>
            </w:r>
            <w:r w:rsidR="007D38C3" w:rsidRPr="00DC6216">
              <w:rPr>
                <w:rFonts w:ascii="Times New Roman" w:hAnsi="Times New Roman"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2014</w:t>
            </w:r>
          </w:p>
          <w:p w14:paraId="225F380A" w14:textId="77777777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Gruca-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Miąsik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U. (red.),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Opieka jako kategoria wychowawcza.</w:t>
            </w:r>
          </w:p>
          <w:p w14:paraId="39F597C6" w14:textId="77777777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lang w:eastAsia="pl-PL"/>
              </w:rPr>
            </w:pPr>
            <w:r w:rsidRPr="00DC6216">
              <w:rPr>
                <w:rFonts w:ascii="Times New Roman" w:hAnsi="Times New Roman"/>
                <w:i/>
                <w:iCs/>
                <w:lang w:eastAsia="pl-PL"/>
              </w:rPr>
              <w:t>Metody i formy stymulowania dzieci i młodzieży w rodzinie i</w:t>
            </w:r>
          </w:p>
          <w:p w14:paraId="1DCC4CFD" w14:textId="77777777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środowisku lokalnym, </w:t>
            </w:r>
            <w:r w:rsidRPr="00DC6216">
              <w:rPr>
                <w:rFonts w:ascii="Times New Roman" w:hAnsi="Times New Roman"/>
                <w:lang w:eastAsia="pl-PL"/>
              </w:rPr>
              <w:t>Rzeszów 2016.</w:t>
            </w:r>
          </w:p>
          <w:p w14:paraId="721BC569" w14:textId="3BBC7148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Janicka I.,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Rodzice i dzieci w różnych systemach rodzinnych,</w:t>
            </w:r>
            <w:r w:rsidR="007D38C3"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Kraków 2010</w:t>
            </w:r>
          </w:p>
          <w:p w14:paraId="4C60791D" w14:textId="5583C617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Kawula S., 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Brągiel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J., 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Janke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A.,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Pedagogika rodziny. Obszary i</w:t>
            </w:r>
            <w:r w:rsidR="007D38C3"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panorama problematyki</w:t>
            </w:r>
            <w:r w:rsidR="007D38C3" w:rsidRPr="00DC6216">
              <w:rPr>
                <w:rFonts w:ascii="Times New Roman" w:hAnsi="Times New Roman"/>
                <w:i/>
                <w:iCs/>
                <w:lang w:eastAsia="pl-PL"/>
              </w:rPr>
              <w:t>,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lang w:eastAsia="pl-PL"/>
              </w:rPr>
              <w:t>Warszawa 2009.</w:t>
            </w:r>
          </w:p>
          <w:p w14:paraId="61222EB5" w14:textId="7F99BFCF" w:rsidR="00E21FA4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lastRenderedPageBreak/>
              <w:t xml:space="preserve">Mazur J.,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Przemoc w rodzinie</w:t>
            </w:r>
            <w:r w:rsidRPr="00DC6216">
              <w:rPr>
                <w:rFonts w:ascii="Times New Roman" w:hAnsi="Times New Roman"/>
                <w:lang w:eastAsia="pl-PL"/>
              </w:rPr>
              <w:t>, Warszawa, 2002</w:t>
            </w:r>
          </w:p>
        </w:tc>
      </w:tr>
      <w:tr w:rsidR="0085747A" w:rsidRPr="00DC6216" w14:paraId="6AAAC162" w14:textId="77777777" w:rsidTr="00DC6216">
        <w:trPr>
          <w:trHeight w:val="397"/>
        </w:trPr>
        <w:tc>
          <w:tcPr>
            <w:tcW w:w="7513" w:type="dxa"/>
          </w:tcPr>
          <w:p w14:paraId="5B449FE1" w14:textId="71002B8E" w:rsidR="0085747A" w:rsidRDefault="0085747A" w:rsidP="008235BC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DC6216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2E93E67D" w14:textId="77777777" w:rsidR="00DC6216" w:rsidRPr="00DC6216" w:rsidRDefault="00DC6216" w:rsidP="008235BC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14:paraId="63D71681" w14:textId="5372E2EC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Błasiak A., Dybowska E.,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Wybrane zagadnienia pedagogiki</w:t>
            </w:r>
            <w:r w:rsidR="007D38C3"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rodziny,</w:t>
            </w:r>
            <w:r w:rsidRPr="00DC6216">
              <w:rPr>
                <w:rFonts w:ascii="Times New Roman" w:hAnsi="Times New Roman"/>
                <w:lang w:eastAsia="pl-PL"/>
              </w:rPr>
              <w:t xml:space="preserve"> Kraków 2010</w:t>
            </w:r>
          </w:p>
          <w:p w14:paraId="57DBAF44" w14:textId="5DECACD0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>Gruca-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Miąsik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U. (red.)</w:t>
            </w:r>
            <w:r w:rsidR="007D38C3" w:rsidRPr="00DC6216">
              <w:rPr>
                <w:rFonts w:ascii="Times New Roman" w:hAnsi="Times New Roman"/>
                <w:lang w:eastAsia="pl-PL"/>
              </w:rPr>
              <w:t>,</w:t>
            </w:r>
            <w:r w:rsidRPr="00DC6216">
              <w:rPr>
                <w:rFonts w:ascii="Times New Roman" w:hAnsi="Times New Roman"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Rodzina – centrum świata</w:t>
            </w:r>
            <w:r w:rsidRPr="00DC6216">
              <w:rPr>
                <w:rFonts w:ascii="Times New Roman" w:hAnsi="Times New Roman"/>
                <w:lang w:eastAsia="pl-PL"/>
              </w:rPr>
              <w:t>, Wyd. UR.</w:t>
            </w:r>
            <w:r w:rsidR="007D38C3" w:rsidRPr="00DC6216">
              <w:rPr>
                <w:rFonts w:ascii="Times New Roman" w:hAnsi="Times New Roman"/>
                <w:lang w:eastAsia="pl-PL"/>
              </w:rPr>
              <w:t xml:space="preserve">, </w:t>
            </w:r>
            <w:r w:rsidRPr="00DC6216">
              <w:rPr>
                <w:rFonts w:ascii="Times New Roman" w:hAnsi="Times New Roman"/>
                <w:lang w:eastAsia="pl-PL"/>
              </w:rPr>
              <w:t>Rzeszów 2014</w:t>
            </w:r>
          </w:p>
          <w:p w14:paraId="1BF3606D" w14:textId="40D26E61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Grzesiuk L., </w:t>
            </w:r>
            <w:proofErr w:type="spellStart"/>
            <w:r w:rsidRPr="00DC6216">
              <w:rPr>
                <w:rFonts w:ascii="Times New Roman" w:hAnsi="Times New Roman"/>
                <w:lang w:eastAsia="pl-PL"/>
              </w:rPr>
              <w:t>Tryjarska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B.,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Jak pomagać sobie, rodzinie i</w:t>
            </w:r>
            <w:r w:rsidR="007D38C3"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innym,</w:t>
            </w:r>
            <w:r w:rsidRPr="00DC6216">
              <w:rPr>
                <w:rFonts w:ascii="Times New Roman" w:hAnsi="Times New Roman"/>
                <w:lang w:eastAsia="pl-PL"/>
              </w:rPr>
              <w:t xml:space="preserve"> Warszawa 1997.</w:t>
            </w:r>
          </w:p>
          <w:p w14:paraId="1861000B" w14:textId="77777777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Kwak A.,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Rodzina i jej przemi</w:t>
            </w:r>
            <w:r w:rsidRPr="00DC6216">
              <w:rPr>
                <w:rFonts w:ascii="Times New Roman" w:hAnsi="Times New Roman"/>
                <w:lang w:eastAsia="pl-PL"/>
              </w:rPr>
              <w:t>any, Warszawa 1994.</w:t>
            </w:r>
          </w:p>
          <w:p w14:paraId="5C4B75CB" w14:textId="77777777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Liszcz K.,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Dziecko z FAS w szkole i w domu</w:t>
            </w:r>
            <w:r w:rsidRPr="00DC6216">
              <w:rPr>
                <w:rFonts w:ascii="Times New Roman" w:hAnsi="Times New Roman"/>
                <w:lang w:eastAsia="pl-PL"/>
              </w:rPr>
              <w:t>, Kraków 2011</w:t>
            </w:r>
          </w:p>
          <w:p w14:paraId="55F2D7BE" w14:textId="072A1D3E" w:rsidR="00B5041D" w:rsidRPr="00DC6216" w:rsidRDefault="00B5041D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DC6216">
              <w:rPr>
                <w:rFonts w:ascii="Times New Roman" w:hAnsi="Times New Roman"/>
                <w:lang w:eastAsia="pl-PL"/>
              </w:rPr>
              <w:t xml:space="preserve">Namysłowska I.,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>Terapia rodziny,</w:t>
            </w:r>
            <w:r w:rsidRPr="00DC6216">
              <w:rPr>
                <w:rFonts w:ascii="Times New Roman" w:hAnsi="Times New Roman"/>
                <w:lang w:eastAsia="pl-PL"/>
              </w:rPr>
              <w:t xml:space="preserve"> Warszawa 1997.</w:t>
            </w:r>
          </w:p>
          <w:p w14:paraId="75B0983B" w14:textId="3933DF58" w:rsidR="006301E4" w:rsidRPr="00DC6216" w:rsidRDefault="006301E4" w:rsidP="008235B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proofErr w:type="spellStart"/>
            <w:r w:rsidRPr="00DC6216">
              <w:rPr>
                <w:rFonts w:ascii="Times New Roman" w:hAnsi="Times New Roman"/>
                <w:lang w:eastAsia="pl-PL"/>
              </w:rPr>
              <w:t>Pujer</w:t>
            </w:r>
            <w:proofErr w:type="spellEnd"/>
            <w:r w:rsidRPr="00DC6216">
              <w:rPr>
                <w:rFonts w:ascii="Times New Roman" w:hAnsi="Times New Roman"/>
                <w:lang w:eastAsia="pl-PL"/>
              </w:rPr>
              <w:t xml:space="preserve"> K., </w:t>
            </w:r>
            <w:r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Współczesna </w:t>
            </w:r>
            <w:proofErr w:type="spellStart"/>
            <w:r w:rsidRPr="00DC6216">
              <w:rPr>
                <w:rFonts w:ascii="Times New Roman" w:hAnsi="Times New Roman"/>
                <w:i/>
                <w:iCs/>
                <w:lang w:eastAsia="pl-PL"/>
              </w:rPr>
              <w:t>rodzia</w:t>
            </w:r>
            <w:proofErr w:type="spellEnd"/>
            <w:r w:rsidRPr="00DC6216">
              <w:rPr>
                <w:rFonts w:ascii="Times New Roman" w:hAnsi="Times New Roman"/>
                <w:i/>
                <w:iCs/>
                <w:lang w:eastAsia="pl-PL"/>
              </w:rPr>
              <w:t xml:space="preserve">. Szanse- zagrożenia- kierunki przemian, </w:t>
            </w:r>
            <w:r w:rsidRPr="00DC6216">
              <w:rPr>
                <w:rFonts w:ascii="Times New Roman" w:hAnsi="Times New Roman"/>
                <w:lang w:eastAsia="pl-PL"/>
              </w:rPr>
              <w:t>Wrocław 2016</w:t>
            </w:r>
          </w:p>
          <w:p w14:paraId="3D4DBF25" w14:textId="53FAF743" w:rsidR="00B5041D" w:rsidRPr="00DC6216" w:rsidRDefault="006301E4" w:rsidP="008235BC">
            <w:pPr>
              <w:pStyle w:val="Punktygwne"/>
              <w:spacing w:before="0" w:after="0" w:line="276" w:lineRule="auto"/>
              <w:rPr>
                <w:b w:val="0"/>
                <w:bCs/>
                <w:i/>
                <w:smallCaps w:val="0"/>
                <w:color w:val="000000"/>
                <w:sz w:val="22"/>
              </w:rPr>
            </w:pPr>
            <w:proofErr w:type="spellStart"/>
            <w:r w:rsidRPr="00DC6216">
              <w:rPr>
                <w:b w:val="0"/>
                <w:bCs/>
                <w:iCs/>
                <w:smallCaps w:val="0"/>
                <w:color w:val="000000"/>
                <w:sz w:val="22"/>
              </w:rPr>
              <w:t>Tarnowicz</w:t>
            </w:r>
            <w:proofErr w:type="spellEnd"/>
            <w:r w:rsidRPr="00DC6216">
              <w:rPr>
                <w:b w:val="0"/>
                <w:bCs/>
                <w:iCs/>
                <w:smallCaps w:val="0"/>
                <w:color w:val="000000"/>
                <w:sz w:val="22"/>
              </w:rPr>
              <w:t xml:space="preserve"> I, Grotowska S., </w:t>
            </w:r>
            <w:r w:rsidRPr="00DC6216">
              <w:rPr>
                <w:b w:val="0"/>
                <w:bCs/>
                <w:i/>
                <w:smallCaps w:val="0"/>
                <w:color w:val="000000"/>
                <w:sz w:val="22"/>
              </w:rPr>
              <w:t>Rodzina wobec wyzwań współczesności,</w:t>
            </w:r>
            <w:r w:rsidR="007D38C3" w:rsidRPr="00DC6216">
              <w:rPr>
                <w:b w:val="0"/>
                <w:bCs/>
                <w:i/>
                <w:smallCaps w:val="0"/>
                <w:color w:val="000000"/>
                <w:sz w:val="22"/>
              </w:rPr>
              <w:t xml:space="preserve"> </w:t>
            </w:r>
            <w:r w:rsidRPr="00DC6216">
              <w:rPr>
                <w:b w:val="0"/>
                <w:bCs/>
                <w:iCs/>
                <w:smallCaps w:val="0"/>
                <w:color w:val="000000"/>
                <w:sz w:val="22"/>
              </w:rPr>
              <w:t xml:space="preserve">Wrocław 2015 </w:t>
            </w:r>
          </w:p>
        </w:tc>
      </w:tr>
    </w:tbl>
    <w:p w14:paraId="33C9CFBA" w14:textId="77777777" w:rsidR="0085747A" w:rsidRPr="00DC621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032E776" w14:textId="77777777" w:rsidR="0085747A" w:rsidRPr="00DC621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1BE6925B" w14:textId="77777777" w:rsidR="0085747A" w:rsidRPr="00DC6216" w:rsidRDefault="0085747A" w:rsidP="00F83B28">
      <w:pPr>
        <w:pStyle w:val="Punktygwne"/>
        <w:spacing w:before="0" w:after="0"/>
        <w:ind w:left="360"/>
        <w:rPr>
          <w:smallCaps w:val="0"/>
          <w:sz w:val="22"/>
        </w:rPr>
      </w:pPr>
      <w:r w:rsidRPr="00DC6216">
        <w:rPr>
          <w:smallCaps w:val="0"/>
          <w:sz w:val="22"/>
        </w:rPr>
        <w:t>Akceptacja Kierownika Jednostki lub osoby upoważnionej</w:t>
      </w:r>
    </w:p>
    <w:sectPr w:rsidR="0085747A" w:rsidRPr="00DC6216" w:rsidSect="00DC6216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35F129" w14:textId="77777777" w:rsidR="003504FE" w:rsidRDefault="003504FE" w:rsidP="00C16ABF">
      <w:pPr>
        <w:spacing w:after="0" w:line="240" w:lineRule="auto"/>
      </w:pPr>
      <w:r>
        <w:separator/>
      </w:r>
    </w:p>
  </w:endnote>
  <w:endnote w:type="continuationSeparator" w:id="0">
    <w:p w14:paraId="76361D8E" w14:textId="77777777" w:rsidR="003504FE" w:rsidRDefault="003504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6FDCD" w14:textId="77777777" w:rsidR="003504FE" w:rsidRDefault="003504FE" w:rsidP="00C16ABF">
      <w:pPr>
        <w:spacing w:after="0" w:line="240" w:lineRule="auto"/>
      </w:pPr>
      <w:r>
        <w:separator/>
      </w:r>
    </w:p>
  </w:footnote>
  <w:footnote w:type="continuationSeparator" w:id="0">
    <w:p w14:paraId="32C98B3E" w14:textId="77777777" w:rsidR="003504FE" w:rsidRDefault="003504FE" w:rsidP="00C16ABF">
      <w:pPr>
        <w:spacing w:after="0" w:line="240" w:lineRule="auto"/>
      </w:pPr>
      <w:r>
        <w:continuationSeparator/>
      </w:r>
    </w:p>
  </w:footnote>
  <w:footnote w:id="1">
    <w:p w14:paraId="2F1BEF7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694702"/>
    <w:multiLevelType w:val="hybridMultilevel"/>
    <w:tmpl w:val="16CE1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60B"/>
    <w:rsid w:val="00015B8F"/>
    <w:rsid w:val="00022ECE"/>
    <w:rsid w:val="00030D9E"/>
    <w:rsid w:val="00042A51"/>
    <w:rsid w:val="00042D2E"/>
    <w:rsid w:val="00044C82"/>
    <w:rsid w:val="00053D98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4C9"/>
    <w:rsid w:val="00140DE7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FC7"/>
    <w:rsid w:val="002C1F06"/>
    <w:rsid w:val="002D3375"/>
    <w:rsid w:val="002D73D4"/>
    <w:rsid w:val="002F02A3"/>
    <w:rsid w:val="002F4ABE"/>
    <w:rsid w:val="003018BA"/>
    <w:rsid w:val="0030395F"/>
    <w:rsid w:val="00305C92"/>
    <w:rsid w:val="0031332C"/>
    <w:rsid w:val="003151C5"/>
    <w:rsid w:val="003343CF"/>
    <w:rsid w:val="00346FE9"/>
    <w:rsid w:val="0034759A"/>
    <w:rsid w:val="003503F6"/>
    <w:rsid w:val="003504FE"/>
    <w:rsid w:val="003530DD"/>
    <w:rsid w:val="00363F78"/>
    <w:rsid w:val="00394F5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0592E"/>
    <w:rsid w:val="00414E3C"/>
    <w:rsid w:val="0042244A"/>
    <w:rsid w:val="0042745A"/>
    <w:rsid w:val="00431D5C"/>
    <w:rsid w:val="00434BAA"/>
    <w:rsid w:val="004362C6"/>
    <w:rsid w:val="00437FA2"/>
    <w:rsid w:val="004400B8"/>
    <w:rsid w:val="00442F6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7A"/>
    <w:rsid w:val="004D5282"/>
    <w:rsid w:val="004F1551"/>
    <w:rsid w:val="004F55A3"/>
    <w:rsid w:val="0050496F"/>
    <w:rsid w:val="00513B6F"/>
    <w:rsid w:val="00517C63"/>
    <w:rsid w:val="00526C94"/>
    <w:rsid w:val="00534BB8"/>
    <w:rsid w:val="005363C4"/>
    <w:rsid w:val="00536BDE"/>
    <w:rsid w:val="00543ACC"/>
    <w:rsid w:val="0056696D"/>
    <w:rsid w:val="005738AE"/>
    <w:rsid w:val="00573EF9"/>
    <w:rsid w:val="005875F5"/>
    <w:rsid w:val="0059484D"/>
    <w:rsid w:val="005A0855"/>
    <w:rsid w:val="005A3196"/>
    <w:rsid w:val="005C080F"/>
    <w:rsid w:val="005C2E19"/>
    <w:rsid w:val="005C41E3"/>
    <w:rsid w:val="005C55E5"/>
    <w:rsid w:val="005C696A"/>
    <w:rsid w:val="005E6E85"/>
    <w:rsid w:val="005F31D2"/>
    <w:rsid w:val="006017FC"/>
    <w:rsid w:val="0061029B"/>
    <w:rsid w:val="00617230"/>
    <w:rsid w:val="00621CE1"/>
    <w:rsid w:val="00625B85"/>
    <w:rsid w:val="00627FC9"/>
    <w:rsid w:val="006301E4"/>
    <w:rsid w:val="00636B95"/>
    <w:rsid w:val="00647FA8"/>
    <w:rsid w:val="00650C5F"/>
    <w:rsid w:val="00654934"/>
    <w:rsid w:val="006620D9"/>
    <w:rsid w:val="00671958"/>
    <w:rsid w:val="00673BBB"/>
    <w:rsid w:val="00675843"/>
    <w:rsid w:val="00680B53"/>
    <w:rsid w:val="00685D89"/>
    <w:rsid w:val="00696477"/>
    <w:rsid w:val="006B6B58"/>
    <w:rsid w:val="006B7AEA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2582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6620"/>
    <w:rsid w:val="00787C2A"/>
    <w:rsid w:val="00790E27"/>
    <w:rsid w:val="007A4022"/>
    <w:rsid w:val="007A6E6E"/>
    <w:rsid w:val="007B72E6"/>
    <w:rsid w:val="007C3299"/>
    <w:rsid w:val="007C3BCC"/>
    <w:rsid w:val="007C4546"/>
    <w:rsid w:val="007C4D93"/>
    <w:rsid w:val="007D38C3"/>
    <w:rsid w:val="007D6E56"/>
    <w:rsid w:val="007F1652"/>
    <w:rsid w:val="007F4155"/>
    <w:rsid w:val="0080379F"/>
    <w:rsid w:val="0081554D"/>
    <w:rsid w:val="0081707E"/>
    <w:rsid w:val="008235BC"/>
    <w:rsid w:val="008449B3"/>
    <w:rsid w:val="0085747A"/>
    <w:rsid w:val="00864F2B"/>
    <w:rsid w:val="00884922"/>
    <w:rsid w:val="00885F64"/>
    <w:rsid w:val="008917F9"/>
    <w:rsid w:val="008A45F7"/>
    <w:rsid w:val="008B43D7"/>
    <w:rsid w:val="008B4F97"/>
    <w:rsid w:val="008C0CC0"/>
    <w:rsid w:val="008C19A9"/>
    <w:rsid w:val="008C379D"/>
    <w:rsid w:val="008C5147"/>
    <w:rsid w:val="008C5359"/>
    <w:rsid w:val="008C5363"/>
    <w:rsid w:val="008C7DF8"/>
    <w:rsid w:val="008D3DFB"/>
    <w:rsid w:val="008E64F4"/>
    <w:rsid w:val="008F12C9"/>
    <w:rsid w:val="008F6E29"/>
    <w:rsid w:val="00916188"/>
    <w:rsid w:val="00923D7D"/>
    <w:rsid w:val="009508DF"/>
    <w:rsid w:val="00950DAC"/>
    <w:rsid w:val="0095366E"/>
    <w:rsid w:val="00954A07"/>
    <w:rsid w:val="00956799"/>
    <w:rsid w:val="00997F14"/>
    <w:rsid w:val="009A78CD"/>
    <w:rsid w:val="009A78D9"/>
    <w:rsid w:val="009B2CA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0CF4"/>
    <w:rsid w:val="00A528D8"/>
    <w:rsid w:val="00A53FA5"/>
    <w:rsid w:val="00A54817"/>
    <w:rsid w:val="00A601C8"/>
    <w:rsid w:val="00A60799"/>
    <w:rsid w:val="00A72A0A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1D8"/>
    <w:rsid w:val="00B3130B"/>
    <w:rsid w:val="00B40ADB"/>
    <w:rsid w:val="00B43B77"/>
    <w:rsid w:val="00B43E80"/>
    <w:rsid w:val="00B5041D"/>
    <w:rsid w:val="00B607DB"/>
    <w:rsid w:val="00B66529"/>
    <w:rsid w:val="00B75946"/>
    <w:rsid w:val="00B8056E"/>
    <w:rsid w:val="00B819C8"/>
    <w:rsid w:val="00B82308"/>
    <w:rsid w:val="00B90885"/>
    <w:rsid w:val="00BB5089"/>
    <w:rsid w:val="00BB520A"/>
    <w:rsid w:val="00BD3869"/>
    <w:rsid w:val="00BD66E9"/>
    <w:rsid w:val="00BD6FF4"/>
    <w:rsid w:val="00BE0BC0"/>
    <w:rsid w:val="00BE6880"/>
    <w:rsid w:val="00BF2C41"/>
    <w:rsid w:val="00C058B4"/>
    <w:rsid w:val="00C05F44"/>
    <w:rsid w:val="00C12C0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292D"/>
    <w:rsid w:val="00CD6897"/>
    <w:rsid w:val="00CE5BAC"/>
    <w:rsid w:val="00CF243E"/>
    <w:rsid w:val="00CF25BE"/>
    <w:rsid w:val="00CF78ED"/>
    <w:rsid w:val="00D02B25"/>
    <w:rsid w:val="00D02EBA"/>
    <w:rsid w:val="00D1155B"/>
    <w:rsid w:val="00D17C3C"/>
    <w:rsid w:val="00D26B2C"/>
    <w:rsid w:val="00D30042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349E"/>
    <w:rsid w:val="00DA4EBE"/>
    <w:rsid w:val="00DC6216"/>
    <w:rsid w:val="00DD5922"/>
    <w:rsid w:val="00DE09C0"/>
    <w:rsid w:val="00DE4A14"/>
    <w:rsid w:val="00DF320D"/>
    <w:rsid w:val="00DF71C8"/>
    <w:rsid w:val="00E129B8"/>
    <w:rsid w:val="00E21E7D"/>
    <w:rsid w:val="00E21FA4"/>
    <w:rsid w:val="00E22FBC"/>
    <w:rsid w:val="00E24BF5"/>
    <w:rsid w:val="00E25338"/>
    <w:rsid w:val="00E47F5A"/>
    <w:rsid w:val="00E51E44"/>
    <w:rsid w:val="00E63348"/>
    <w:rsid w:val="00E77E88"/>
    <w:rsid w:val="00E8107D"/>
    <w:rsid w:val="00E95460"/>
    <w:rsid w:val="00E960BB"/>
    <w:rsid w:val="00E97DC8"/>
    <w:rsid w:val="00EA2074"/>
    <w:rsid w:val="00EA4832"/>
    <w:rsid w:val="00EA4E9D"/>
    <w:rsid w:val="00EB6A63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358CA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02D9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5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5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08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5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508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D36E9-D7CB-45B4-9EDA-1958025FB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2021-01-11T13:51:00Z</dcterms:created>
  <dcterms:modified xsi:type="dcterms:W3CDTF">2021-01-11T13:51:00Z</dcterms:modified>
</cp:coreProperties>
</file>